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Ids.xml" ContentType="application/vnd.openxmlformats-officedocument.wordprocessingml.commentsId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3C9176D" w14:textId="58ABF5AD" w:rsidR="008E71B4" w:rsidRDefault="00C65995" w:rsidP="00C65995">
      <w:pPr>
        <w:pStyle w:val="Heading2"/>
      </w:pPr>
      <w:r w:rsidRPr="00C65995">
        <w:t>Supplementary File 2: Average Appraisal Scores and Average Overall Assessments of Each Guideline</w:t>
      </w:r>
      <w:bookmarkStart w:id="0" w:name="_GoBack"/>
      <w:bookmarkEnd w:id="0"/>
      <w:r w:rsidR="00A90363" w:rsidRPr="005670E9">
        <w:t xml:space="preserve"> </w:t>
      </w:r>
    </w:p>
    <w:tbl>
      <w:tblPr>
        <w:tblStyle w:val="TableGrid"/>
        <w:tblW w:w="5000" w:type="pct"/>
        <w:tblLayout w:type="fixed"/>
        <w:tblLook w:val="04A0" w:firstRow="1" w:lastRow="0" w:firstColumn="1" w:lastColumn="0" w:noHBand="0" w:noVBand="1"/>
      </w:tblPr>
      <w:tblGrid>
        <w:gridCol w:w="1918"/>
        <w:gridCol w:w="2055"/>
        <w:gridCol w:w="1372"/>
        <w:gridCol w:w="1370"/>
        <w:gridCol w:w="1335"/>
        <w:gridCol w:w="1192"/>
      </w:tblGrid>
      <w:tr w:rsidR="00B44DF3" w:rsidRPr="005670E9" w14:paraId="17DACEA5" w14:textId="77777777" w:rsidTr="00472210">
        <w:tc>
          <w:tcPr>
            <w:tcW w:w="1038" w:type="pct"/>
          </w:tcPr>
          <w:p w14:paraId="582A5A8A" w14:textId="77777777" w:rsidR="00B44DF3" w:rsidRPr="005670E9" w:rsidRDefault="00B44DF3" w:rsidP="0047221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Guideline</w:t>
            </w:r>
          </w:p>
        </w:tc>
        <w:tc>
          <w:tcPr>
            <w:tcW w:w="1112" w:type="pct"/>
          </w:tcPr>
          <w:p w14:paraId="6BE05611" w14:textId="77777777" w:rsidR="00B44DF3" w:rsidRPr="005670E9" w:rsidRDefault="00B44DF3" w:rsidP="0047221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Metric</w:t>
            </w:r>
          </w:p>
        </w:tc>
        <w:tc>
          <w:tcPr>
            <w:tcW w:w="742" w:type="pct"/>
          </w:tcPr>
          <w:p w14:paraId="1852C6A2" w14:textId="77777777" w:rsidR="00B44DF3" w:rsidRPr="005670E9" w:rsidRDefault="00B44DF3" w:rsidP="0047221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Appraiser 1</w:t>
            </w:r>
          </w:p>
        </w:tc>
        <w:tc>
          <w:tcPr>
            <w:tcW w:w="741" w:type="pct"/>
          </w:tcPr>
          <w:p w14:paraId="3A9B0374" w14:textId="77777777" w:rsidR="00B44DF3" w:rsidRPr="005670E9" w:rsidRDefault="00B44DF3" w:rsidP="0047221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Appraiser 2</w:t>
            </w:r>
          </w:p>
        </w:tc>
        <w:tc>
          <w:tcPr>
            <w:tcW w:w="722" w:type="pct"/>
          </w:tcPr>
          <w:p w14:paraId="67E0415F" w14:textId="77777777" w:rsidR="00B44DF3" w:rsidRPr="005670E9" w:rsidRDefault="00B44DF3" w:rsidP="0047221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Average</w:t>
            </w:r>
          </w:p>
        </w:tc>
        <w:tc>
          <w:tcPr>
            <w:tcW w:w="645" w:type="pct"/>
          </w:tcPr>
          <w:p w14:paraId="2138B740" w14:textId="77777777" w:rsidR="00B44DF3" w:rsidRPr="005670E9" w:rsidRDefault="00B44DF3" w:rsidP="00472210">
            <w:pPr>
              <w:spacing w:line="240" w:lineRule="auto"/>
              <w:jc w:val="center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Standard Deviation</w:t>
            </w:r>
          </w:p>
        </w:tc>
      </w:tr>
      <w:tr w:rsidR="00B44DF3" w:rsidRPr="005670E9" w14:paraId="4EC2E79B" w14:textId="77777777" w:rsidTr="00472210">
        <w:tc>
          <w:tcPr>
            <w:tcW w:w="1038" w:type="pct"/>
            <w:vMerge w:val="restart"/>
          </w:tcPr>
          <w:p w14:paraId="403652DA" w14:textId="77777777" w:rsidR="00B44DF3" w:rsidRPr="005670E9" w:rsidRDefault="00B44DF3" w:rsidP="00472210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NICE</w:t>
            </w:r>
            <w:r w:rsidRPr="005670E9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8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31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7F1556E6" w14:textId="77777777" w:rsidR="00B44DF3" w:rsidRPr="005670E9" w:rsidRDefault="00B44DF3" w:rsidP="00472210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70B3B05C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5.9</w:t>
            </w:r>
          </w:p>
        </w:tc>
        <w:tc>
          <w:tcPr>
            <w:tcW w:w="741" w:type="pct"/>
          </w:tcPr>
          <w:p w14:paraId="3881AE89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5.2</w:t>
            </w:r>
          </w:p>
        </w:tc>
        <w:tc>
          <w:tcPr>
            <w:tcW w:w="722" w:type="pct"/>
          </w:tcPr>
          <w:p w14:paraId="62119403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5.5</w:t>
            </w:r>
          </w:p>
        </w:tc>
        <w:tc>
          <w:tcPr>
            <w:tcW w:w="645" w:type="pct"/>
          </w:tcPr>
          <w:p w14:paraId="5768138D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5</w:t>
            </w:r>
          </w:p>
        </w:tc>
      </w:tr>
      <w:tr w:rsidR="00B44DF3" w:rsidRPr="005670E9" w14:paraId="3E37A507" w14:textId="77777777" w:rsidTr="00472210">
        <w:tc>
          <w:tcPr>
            <w:tcW w:w="1038" w:type="pct"/>
            <w:vMerge/>
          </w:tcPr>
          <w:p w14:paraId="263C07EB" w14:textId="77777777" w:rsidR="00B44DF3" w:rsidRPr="005670E9" w:rsidRDefault="00B44DF3" w:rsidP="0047221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68087758" w14:textId="77777777" w:rsidR="00B44DF3" w:rsidRPr="005670E9" w:rsidRDefault="00B44DF3" w:rsidP="00472210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27D754EB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7.0</w:t>
            </w:r>
          </w:p>
        </w:tc>
        <w:tc>
          <w:tcPr>
            <w:tcW w:w="741" w:type="pct"/>
          </w:tcPr>
          <w:p w14:paraId="0AE18F12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5.0</w:t>
            </w:r>
          </w:p>
        </w:tc>
        <w:tc>
          <w:tcPr>
            <w:tcW w:w="722" w:type="pct"/>
          </w:tcPr>
          <w:p w14:paraId="0A3A54E6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6.0</w:t>
            </w:r>
          </w:p>
        </w:tc>
        <w:tc>
          <w:tcPr>
            <w:tcW w:w="645" w:type="pct"/>
          </w:tcPr>
          <w:p w14:paraId="7AD7A73C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  <w:r w:rsidRPr="005670E9">
              <w:rPr>
                <w:sz w:val="22"/>
                <w:szCs w:val="22"/>
              </w:rPr>
              <w:t>.</w:t>
            </w:r>
            <w:r>
              <w:rPr>
                <w:sz w:val="22"/>
                <w:szCs w:val="22"/>
              </w:rPr>
              <w:t>4</w:t>
            </w:r>
          </w:p>
        </w:tc>
      </w:tr>
      <w:tr w:rsidR="00B44DF3" w:rsidRPr="005670E9" w14:paraId="1E46E4D4" w14:textId="77777777" w:rsidTr="00472210">
        <w:tc>
          <w:tcPr>
            <w:tcW w:w="1038" w:type="pct"/>
            <w:vMerge w:val="restart"/>
          </w:tcPr>
          <w:p w14:paraId="77C2DDAC" w14:textId="77B9D2B3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Cibulka 2017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32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09BF116A" w14:textId="2ED50DF2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020BC1CA" w14:textId="3E84CC90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6</w:t>
            </w:r>
          </w:p>
        </w:tc>
        <w:tc>
          <w:tcPr>
            <w:tcW w:w="741" w:type="pct"/>
          </w:tcPr>
          <w:p w14:paraId="1816114A" w14:textId="07A88D61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3</w:t>
            </w:r>
          </w:p>
        </w:tc>
        <w:tc>
          <w:tcPr>
            <w:tcW w:w="722" w:type="pct"/>
          </w:tcPr>
          <w:p w14:paraId="21A2127D" w14:textId="68446647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5.</w:t>
            </w:r>
            <w:r>
              <w:rPr>
                <w:sz w:val="22"/>
                <w:szCs w:val="22"/>
              </w:rPr>
              <w:t>5</w:t>
            </w:r>
          </w:p>
        </w:tc>
        <w:tc>
          <w:tcPr>
            <w:tcW w:w="645" w:type="pct"/>
          </w:tcPr>
          <w:p w14:paraId="61ABFE47" w14:textId="231499CC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0.</w:t>
            </w:r>
            <w:r>
              <w:rPr>
                <w:sz w:val="22"/>
                <w:szCs w:val="22"/>
              </w:rPr>
              <w:t>2</w:t>
            </w:r>
          </w:p>
        </w:tc>
      </w:tr>
      <w:tr w:rsidR="00B44DF3" w:rsidRPr="005670E9" w14:paraId="533D74A1" w14:textId="77777777" w:rsidTr="00472210">
        <w:tc>
          <w:tcPr>
            <w:tcW w:w="1038" w:type="pct"/>
            <w:vMerge/>
          </w:tcPr>
          <w:p w14:paraId="20C5563C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4D89FEA2" w14:textId="685CDF14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41FA6797" w14:textId="3087BC17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5.0</w:t>
            </w:r>
          </w:p>
        </w:tc>
        <w:tc>
          <w:tcPr>
            <w:tcW w:w="741" w:type="pct"/>
          </w:tcPr>
          <w:p w14:paraId="3E64E46C" w14:textId="6B87974C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5.0</w:t>
            </w:r>
          </w:p>
        </w:tc>
        <w:tc>
          <w:tcPr>
            <w:tcW w:w="722" w:type="pct"/>
          </w:tcPr>
          <w:p w14:paraId="3F9BD189" w14:textId="4BC42842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5.0</w:t>
            </w:r>
          </w:p>
        </w:tc>
        <w:tc>
          <w:tcPr>
            <w:tcW w:w="645" w:type="pct"/>
          </w:tcPr>
          <w:p w14:paraId="57C2477D" w14:textId="3F494A50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0.0</w:t>
            </w:r>
          </w:p>
        </w:tc>
      </w:tr>
      <w:tr w:rsidR="00B44DF3" w:rsidRPr="005670E9" w14:paraId="45F844FB" w14:textId="77777777" w:rsidTr="00472210">
        <w:tc>
          <w:tcPr>
            <w:tcW w:w="1038" w:type="pct"/>
            <w:vMerge w:val="restart"/>
          </w:tcPr>
          <w:p w14:paraId="77B025BE" w14:textId="0E92BF5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L</w:t>
            </w:r>
            <w:r>
              <w:rPr>
                <w:sz w:val="22"/>
                <w:szCs w:val="22"/>
              </w:rPr>
              <w:t>au</w:t>
            </w:r>
            <w:r w:rsidRPr="005670E9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5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33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3BA4E163" w14:textId="2EC32BC5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3F675414" w14:textId="274BC54F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5.7</w:t>
            </w:r>
          </w:p>
        </w:tc>
        <w:tc>
          <w:tcPr>
            <w:tcW w:w="741" w:type="pct"/>
          </w:tcPr>
          <w:p w14:paraId="7A11572F" w14:textId="5EAD3067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5.7</w:t>
            </w:r>
          </w:p>
        </w:tc>
        <w:tc>
          <w:tcPr>
            <w:tcW w:w="722" w:type="pct"/>
          </w:tcPr>
          <w:p w14:paraId="064A90B3" w14:textId="2E805265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5.7</w:t>
            </w:r>
          </w:p>
        </w:tc>
        <w:tc>
          <w:tcPr>
            <w:tcW w:w="645" w:type="pct"/>
          </w:tcPr>
          <w:p w14:paraId="759DE8C8" w14:textId="04BCB219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0.0</w:t>
            </w:r>
          </w:p>
        </w:tc>
      </w:tr>
      <w:tr w:rsidR="00B44DF3" w:rsidRPr="005670E9" w14:paraId="656BC4A0" w14:textId="77777777" w:rsidTr="00472210">
        <w:tc>
          <w:tcPr>
            <w:tcW w:w="1038" w:type="pct"/>
            <w:vMerge/>
          </w:tcPr>
          <w:p w14:paraId="607B22A1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6EEC6555" w14:textId="56091118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7DF86ED4" w14:textId="34E19F69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</w:t>
            </w:r>
            <w:r w:rsidRPr="005670E9">
              <w:t>.0</w:t>
            </w:r>
          </w:p>
        </w:tc>
        <w:tc>
          <w:tcPr>
            <w:tcW w:w="741" w:type="pct"/>
          </w:tcPr>
          <w:p w14:paraId="3EC0AC15" w14:textId="4EAD42E1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5.0</w:t>
            </w:r>
          </w:p>
        </w:tc>
        <w:tc>
          <w:tcPr>
            <w:tcW w:w="722" w:type="pct"/>
          </w:tcPr>
          <w:p w14:paraId="00967F38" w14:textId="67EB935E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5.5</w:t>
            </w:r>
          </w:p>
        </w:tc>
        <w:tc>
          <w:tcPr>
            <w:tcW w:w="645" w:type="pct"/>
          </w:tcPr>
          <w:p w14:paraId="289B35CD" w14:textId="538170FD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0.7</w:t>
            </w:r>
          </w:p>
        </w:tc>
      </w:tr>
      <w:tr w:rsidR="00B44DF3" w:rsidRPr="005670E9" w14:paraId="1ABBE44C" w14:textId="77777777" w:rsidTr="00472210">
        <w:tc>
          <w:tcPr>
            <w:tcW w:w="1038" w:type="pct"/>
            <w:vMerge w:val="restart"/>
          </w:tcPr>
          <w:p w14:paraId="72631A95" w14:textId="69100B4A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Bornstein 2014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34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5EFFB03A" w14:textId="278DF9C4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121882B4" w14:textId="0CB38C8D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4.</w:t>
            </w:r>
            <w:r>
              <w:t>1</w:t>
            </w:r>
          </w:p>
        </w:tc>
        <w:tc>
          <w:tcPr>
            <w:tcW w:w="741" w:type="pct"/>
          </w:tcPr>
          <w:p w14:paraId="515B00DE" w14:textId="5F23C77A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3.7</w:t>
            </w:r>
          </w:p>
        </w:tc>
        <w:tc>
          <w:tcPr>
            <w:tcW w:w="722" w:type="pct"/>
          </w:tcPr>
          <w:p w14:paraId="2B3D1772" w14:textId="7AA86D62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3.9</w:t>
            </w:r>
          </w:p>
        </w:tc>
        <w:tc>
          <w:tcPr>
            <w:tcW w:w="645" w:type="pct"/>
          </w:tcPr>
          <w:p w14:paraId="61B93F3D" w14:textId="0613C4D1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0.3</w:t>
            </w:r>
          </w:p>
        </w:tc>
      </w:tr>
      <w:tr w:rsidR="00B44DF3" w:rsidRPr="005670E9" w14:paraId="6C7A5B18" w14:textId="77777777" w:rsidTr="00472210">
        <w:tc>
          <w:tcPr>
            <w:tcW w:w="1038" w:type="pct"/>
            <w:vMerge/>
          </w:tcPr>
          <w:p w14:paraId="353208FC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5B8F6910" w14:textId="3F7235E1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27BE6986" w14:textId="12D038E3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4.0</w:t>
            </w:r>
          </w:p>
        </w:tc>
        <w:tc>
          <w:tcPr>
            <w:tcW w:w="741" w:type="pct"/>
          </w:tcPr>
          <w:p w14:paraId="4EE303EF" w14:textId="59231915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3.0</w:t>
            </w:r>
          </w:p>
        </w:tc>
        <w:tc>
          <w:tcPr>
            <w:tcW w:w="722" w:type="pct"/>
          </w:tcPr>
          <w:p w14:paraId="761AC1E3" w14:textId="32861272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3.5</w:t>
            </w:r>
          </w:p>
        </w:tc>
        <w:tc>
          <w:tcPr>
            <w:tcW w:w="645" w:type="pct"/>
          </w:tcPr>
          <w:p w14:paraId="7B8D080A" w14:textId="5C7E74C2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0.7</w:t>
            </w:r>
          </w:p>
        </w:tc>
      </w:tr>
      <w:tr w:rsidR="00B44DF3" w:rsidRPr="005670E9" w14:paraId="106133DC" w14:textId="77777777" w:rsidTr="00472210">
        <w:tc>
          <w:tcPr>
            <w:tcW w:w="1038" w:type="pct"/>
            <w:vMerge w:val="restart"/>
          </w:tcPr>
          <w:p w14:paraId="2D05A47A" w14:textId="594ED97E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NICE</w:t>
            </w:r>
            <w:r w:rsidRPr="005670E9">
              <w:rPr>
                <w:sz w:val="22"/>
                <w:szCs w:val="22"/>
              </w:rPr>
              <w:t xml:space="preserve"> 2014 [</w:t>
            </w:r>
            <w:r>
              <w:rPr>
                <w:sz w:val="22"/>
                <w:szCs w:val="22"/>
              </w:rPr>
              <w:t>35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4C83A06E" w14:textId="40FAADAF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70AE7A11" w14:textId="6BE5F687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6.4</w:t>
            </w:r>
          </w:p>
        </w:tc>
        <w:tc>
          <w:tcPr>
            <w:tcW w:w="741" w:type="pct"/>
          </w:tcPr>
          <w:p w14:paraId="708DE3C5" w14:textId="702F7EB8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5.8</w:t>
            </w:r>
          </w:p>
        </w:tc>
        <w:tc>
          <w:tcPr>
            <w:tcW w:w="722" w:type="pct"/>
          </w:tcPr>
          <w:p w14:paraId="0E67F7AD" w14:textId="691D456A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6.1</w:t>
            </w:r>
          </w:p>
        </w:tc>
        <w:tc>
          <w:tcPr>
            <w:tcW w:w="645" w:type="pct"/>
          </w:tcPr>
          <w:p w14:paraId="45956C1B" w14:textId="22FCD4FE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0.4</w:t>
            </w:r>
          </w:p>
        </w:tc>
      </w:tr>
      <w:tr w:rsidR="00B44DF3" w:rsidRPr="005670E9" w14:paraId="577D5E48" w14:textId="77777777" w:rsidTr="00472210">
        <w:tc>
          <w:tcPr>
            <w:tcW w:w="1038" w:type="pct"/>
            <w:vMerge/>
          </w:tcPr>
          <w:p w14:paraId="7C0F2F8C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6DA009A3" w14:textId="5883D3D0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2F9EB51E" w14:textId="424DBB05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Pr="005670E9">
              <w:rPr>
                <w:sz w:val="22"/>
                <w:szCs w:val="22"/>
              </w:rPr>
              <w:t>.0</w:t>
            </w:r>
          </w:p>
        </w:tc>
        <w:tc>
          <w:tcPr>
            <w:tcW w:w="741" w:type="pct"/>
          </w:tcPr>
          <w:p w14:paraId="7696FFF6" w14:textId="3B0C92FF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Pr="005670E9">
              <w:rPr>
                <w:sz w:val="22"/>
                <w:szCs w:val="22"/>
              </w:rPr>
              <w:t>.0</w:t>
            </w:r>
          </w:p>
        </w:tc>
        <w:tc>
          <w:tcPr>
            <w:tcW w:w="722" w:type="pct"/>
          </w:tcPr>
          <w:p w14:paraId="19E665D3" w14:textId="6C7014DB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6.5</w:t>
            </w:r>
          </w:p>
        </w:tc>
        <w:tc>
          <w:tcPr>
            <w:tcW w:w="645" w:type="pct"/>
          </w:tcPr>
          <w:p w14:paraId="36DD0108" w14:textId="22DCF5B2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0.7</w:t>
            </w:r>
          </w:p>
        </w:tc>
      </w:tr>
      <w:tr w:rsidR="00B44DF3" w:rsidRPr="005670E9" w14:paraId="54FD71D7" w14:textId="77777777" w:rsidTr="00472210">
        <w:tc>
          <w:tcPr>
            <w:tcW w:w="1038" w:type="pct"/>
            <w:vMerge w:val="restart"/>
          </w:tcPr>
          <w:p w14:paraId="7F96C9D8" w14:textId="0929C879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AAOS</w:t>
            </w:r>
            <w:r w:rsidRPr="005670E9">
              <w:rPr>
                <w:sz w:val="22"/>
                <w:szCs w:val="22"/>
              </w:rPr>
              <w:t xml:space="preserve"> 2013 [</w:t>
            </w:r>
            <w:r>
              <w:rPr>
                <w:sz w:val="22"/>
                <w:szCs w:val="22"/>
              </w:rPr>
              <w:t>36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56CA4D91" w14:textId="22FC7784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2A0E954F" w14:textId="4A81C736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5.4</w:t>
            </w:r>
          </w:p>
        </w:tc>
        <w:tc>
          <w:tcPr>
            <w:tcW w:w="741" w:type="pct"/>
          </w:tcPr>
          <w:p w14:paraId="0C82C52E" w14:textId="6FC44EA9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5.1</w:t>
            </w:r>
          </w:p>
        </w:tc>
        <w:tc>
          <w:tcPr>
            <w:tcW w:w="722" w:type="pct"/>
          </w:tcPr>
          <w:p w14:paraId="0FD32226" w14:textId="590AA6C0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5.3</w:t>
            </w:r>
          </w:p>
        </w:tc>
        <w:tc>
          <w:tcPr>
            <w:tcW w:w="645" w:type="pct"/>
          </w:tcPr>
          <w:p w14:paraId="31D1B444" w14:textId="08ABE93F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0.2</w:t>
            </w:r>
          </w:p>
        </w:tc>
      </w:tr>
      <w:tr w:rsidR="00B44DF3" w:rsidRPr="005670E9" w14:paraId="7708DC6C" w14:textId="77777777" w:rsidTr="00472210">
        <w:tc>
          <w:tcPr>
            <w:tcW w:w="1038" w:type="pct"/>
            <w:vMerge/>
          </w:tcPr>
          <w:p w14:paraId="1A05167B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503C2A33" w14:textId="461FD30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2F2BC53D" w14:textId="7B51ABC9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</w:t>
            </w:r>
            <w:r w:rsidRPr="005670E9">
              <w:t>.0</w:t>
            </w:r>
          </w:p>
        </w:tc>
        <w:tc>
          <w:tcPr>
            <w:tcW w:w="741" w:type="pct"/>
          </w:tcPr>
          <w:p w14:paraId="3D3A7F6A" w14:textId="07383C9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5.0</w:t>
            </w:r>
          </w:p>
        </w:tc>
        <w:tc>
          <w:tcPr>
            <w:tcW w:w="722" w:type="pct"/>
          </w:tcPr>
          <w:p w14:paraId="0836DF93" w14:textId="1378A54D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5.5</w:t>
            </w:r>
          </w:p>
        </w:tc>
        <w:tc>
          <w:tcPr>
            <w:tcW w:w="645" w:type="pct"/>
          </w:tcPr>
          <w:p w14:paraId="3C2BCA9E" w14:textId="166A42E8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0.7</w:t>
            </w:r>
          </w:p>
        </w:tc>
      </w:tr>
      <w:tr w:rsidR="00B44DF3" w:rsidRPr="005670E9" w14:paraId="6CAB83DE" w14:textId="77777777" w:rsidTr="00472210">
        <w:tc>
          <w:tcPr>
            <w:tcW w:w="1038" w:type="pct"/>
            <w:vMerge w:val="restart"/>
          </w:tcPr>
          <w:p w14:paraId="29FD10F3" w14:textId="28CEEBA5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Singh</w:t>
            </w:r>
            <w:r w:rsidRPr="005670E9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2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37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6C7FFB8A" w14:textId="2532E1D9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04E1BEFE" w14:textId="5921589D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5.5</w:t>
            </w:r>
          </w:p>
        </w:tc>
        <w:tc>
          <w:tcPr>
            <w:tcW w:w="741" w:type="pct"/>
          </w:tcPr>
          <w:p w14:paraId="6368D270" w14:textId="6F516BAE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5.1</w:t>
            </w:r>
          </w:p>
        </w:tc>
        <w:tc>
          <w:tcPr>
            <w:tcW w:w="722" w:type="pct"/>
          </w:tcPr>
          <w:p w14:paraId="475E0D6B" w14:textId="219CDA97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5.3</w:t>
            </w:r>
          </w:p>
        </w:tc>
        <w:tc>
          <w:tcPr>
            <w:tcW w:w="645" w:type="pct"/>
          </w:tcPr>
          <w:p w14:paraId="7E35AFF0" w14:textId="197A8762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0.2</w:t>
            </w:r>
          </w:p>
        </w:tc>
      </w:tr>
      <w:tr w:rsidR="00B44DF3" w:rsidRPr="005670E9" w14:paraId="2FC9E235" w14:textId="77777777" w:rsidTr="00472210">
        <w:tc>
          <w:tcPr>
            <w:tcW w:w="1038" w:type="pct"/>
            <w:vMerge/>
          </w:tcPr>
          <w:p w14:paraId="0AEEDB41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085E0CFB" w14:textId="0CA87ABE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1B24ADC9" w14:textId="70BFA619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</w:t>
            </w:r>
            <w:r w:rsidRPr="005670E9">
              <w:t>.0</w:t>
            </w:r>
          </w:p>
        </w:tc>
        <w:tc>
          <w:tcPr>
            <w:tcW w:w="741" w:type="pct"/>
          </w:tcPr>
          <w:p w14:paraId="692BBF20" w14:textId="0353F443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5.0</w:t>
            </w:r>
          </w:p>
        </w:tc>
        <w:tc>
          <w:tcPr>
            <w:tcW w:w="722" w:type="pct"/>
          </w:tcPr>
          <w:p w14:paraId="4E5016ED" w14:textId="46CE6676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5.5</w:t>
            </w:r>
          </w:p>
        </w:tc>
        <w:tc>
          <w:tcPr>
            <w:tcW w:w="645" w:type="pct"/>
          </w:tcPr>
          <w:p w14:paraId="718C55F1" w14:textId="773D989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0.7</w:t>
            </w:r>
          </w:p>
        </w:tc>
      </w:tr>
      <w:tr w:rsidR="00B44DF3" w:rsidRPr="005670E9" w14:paraId="31B67595" w14:textId="77777777" w:rsidTr="00472210">
        <w:tc>
          <w:tcPr>
            <w:tcW w:w="1038" w:type="pct"/>
            <w:vMerge w:val="restart"/>
          </w:tcPr>
          <w:p w14:paraId="6EF7D535" w14:textId="483D7ECC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Fonseca</w:t>
            </w:r>
            <w:r w:rsidRPr="005670E9">
              <w:rPr>
                <w:sz w:val="22"/>
                <w:szCs w:val="22"/>
              </w:rPr>
              <w:t xml:space="preserve"> 2011 [</w:t>
            </w:r>
            <w:r>
              <w:rPr>
                <w:sz w:val="22"/>
                <w:szCs w:val="22"/>
              </w:rPr>
              <w:t>38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34BB36CF" w14:textId="7A363DA2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0D32740D" w14:textId="0DE774C7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3.2</w:t>
            </w:r>
          </w:p>
        </w:tc>
        <w:tc>
          <w:tcPr>
            <w:tcW w:w="741" w:type="pct"/>
          </w:tcPr>
          <w:p w14:paraId="639AC9D2" w14:textId="0377B2C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2.6</w:t>
            </w:r>
          </w:p>
        </w:tc>
        <w:tc>
          <w:tcPr>
            <w:tcW w:w="722" w:type="pct"/>
          </w:tcPr>
          <w:p w14:paraId="443D78D9" w14:textId="2211ACB9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2.9</w:t>
            </w:r>
          </w:p>
        </w:tc>
        <w:tc>
          <w:tcPr>
            <w:tcW w:w="645" w:type="pct"/>
          </w:tcPr>
          <w:p w14:paraId="0551E478" w14:textId="1B1BEC6F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0.5</w:t>
            </w:r>
          </w:p>
        </w:tc>
      </w:tr>
      <w:tr w:rsidR="00B44DF3" w:rsidRPr="005670E9" w14:paraId="529C4F9D" w14:textId="77777777" w:rsidTr="00472210">
        <w:tc>
          <w:tcPr>
            <w:tcW w:w="1038" w:type="pct"/>
            <w:vMerge/>
          </w:tcPr>
          <w:p w14:paraId="3FC9B27D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37D14BB0" w14:textId="194A0CC8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73517673" w14:textId="4CA62928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4</w:t>
            </w:r>
            <w:r w:rsidRPr="005670E9">
              <w:t>.0</w:t>
            </w:r>
          </w:p>
        </w:tc>
        <w:tc>
          <w:tcPr>
            <w:tcW w:w="741" w:type="pct"/>
          </w:tcPr>
          <w:p w14:paraId="173A1FFA" w14:textId="1D85BF05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3.0</w:t>
            </w:r>
          </w:p>
        </w:tc>
        <w:tc>
          <w:tcPr>
            <w:tcW w:w="722" w:type="pct"/>
          </w:tcPr>
          <w:p w14:paraId="2BE97996" w14:textId="2EFDF457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3.5</w:t>
            </w:r>
          </w:p>
        </w:tc>
        <w:tc>
          <w:tcPr>
            <w:tcW w:w="645" w:type="pct"/>
          </w:tcPr>
          <w:p w14:paraId="36EA3913" w14:textId="5F93790F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0.7</w:t>
            </w:r>
          </w:p>
        </w:tc>
      </w:tr>
      <w:tr w:rsidR="00B44DF3" w:rsidRPr="005670E9" w14:paraId="4810D0C1" w14:textId="77777777" w:rsidTr="00472210">
        <w:tc>
          <w:tcPr>
            <w:tcW w:w="1038" w:type="pct"/>
            <w:vMerge w:val="restart"/>
          </w:tcPr>
          <w:p w14:paraId="51A71F56" w14:textId="61E339EB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SIGN</w:t>
            </w:r>
            <w:r w:rsidRPr="005670E9">
              <w:rPr>
                <w:sz w:val="22"/>
                <w:szCs w:val="22"/>
              </w:rPr>
              <w:t xml:space="preserve"> 201</w:t>
            </w:r>
            <w:r>
              <w:rPr>
                <w:sz w:val="22"/>
                <w:szCs w:val="22"/>
              </w:rPr>
              <w:t>1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39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136A1643" w14:textId="6531E394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67E4D105" w14:textId="45F4A498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5.</w:t>
            </w:r>
            <w:r>
              <w:t>9</w:t>
            </w:r>
          </w:p>
        </w:tc>
        <w:tc>
          <w:tcPr>
            <w:tcW w:w="741" w:type="pct"/>
          </w:tcPr>
          <w:p w14:paraId="50338DFF" w14:textId="555B3069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5.6</w:t>
            </w:r>
          </w:p>
        </w:tc>
        <w:tc>
          <w:tcPr>
            <w:tcW w:w="722" w:type="pct"/>
          </w:tcPr>
          <w:p w14:paraId="64DB6007" w14:textId="265D1A2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5.7</w:t>
            </w:r>
          </w:p>
        </w:tc>
        <w:tc>
          <w:tcPr>
            <w:tcW w:w="645" w:type="pct"/>
          </w:tcPr>
          <w:p w14:paraId="4EFFD811" w14:textId="5CC0A36E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0.2</w:t>
            </w:r>
          </w:p>
        </w:tc>
      </w:tr>
      <w:tr w:rsidR="00B44DF3" w:rsidRPr="005670E9" w14:paraId="37FF1058" w14:textId="77777777" w:rsidTr="00472210">
        <w:tc>
          <w:tcPr>
            <w:tcW w:w="1038" w:type="pct"/>
            <w:vMerge/>
          </w:tcPr>
          <w:p w14:paraId="48254804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59489B5E" w14:textId="654A9052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517D3DCA" w14:textId="3430E3B1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</w:t>
            </w:r>
            <w:r w:rsidRPr="005670E9">
              <w:t>.0</w:t>
            </w:r>
          </w:p>
        </w:tc>
        <w:tc>
          <w:tcPr>
            <w:tcW w:w="741" w:type="pct"/>
          </w:tcPr>
          <w:p w14:paraId="4CB843A7" w14:textId="529BDD22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6.0</w:t>
            </w:r>
          </w:p>
        </w:tc>
        <w:tc>
          <w:tcPr>
            <w:tcW w:w="722" w:type="pct"/>
          </w:tcPr>
          <w:p w14:paraId="54082C44" w14:textId="407F4767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6.0</w:t>
            </w:r>
          </w:p>
        </w:tc>
        <w:tc>
          <w:tcPr>
            <w:tcW w:w="645" w:type="pct"/>
          </w:tcPr>
          <w:p w14:paraId="58971B4C" w14:textId="6DE3236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0.0</w:t>
            </w:r>
          </w:p>
        </w:tc>
      </w:tr>
      <w:tr w:rsidR="00B44DF3" w:rsidRPr="005670E9" w14:paraId="0DD54824" w14:textId="77777777" w:rsidTr="00472210">
        <w:tc>
          <w:tcPr>
            <w:tcW w:w="1038" w:type="pct"/>
            <w:vMerge w:val="restart"/>
          </w:tcPr>
          <w:p w14:paraId="4F22E2B9" w14:textId="241F41E5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Deighton 2010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40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0860BC7C" w14:textId="5E2FA74A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022B9C65" w14:textId="65319C18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5.8</w:t>
            </w:r>
          </w:p>
        </w:tc>
        <w:tc>
          <w:tcPr>
            <w:tcW w:w="741" w:type="pct"/>
          </w:tcPr>
          <w:p w14:paraId="5E1B7CC5" w14:textId="3B3E393C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6.0</w:t>
            </w:r>
          </w:p>
        </w:tc>
        <w:tc>
          <w:tcPr>
            <w:tcW w:w="722" w:type="pct"/>
          </w:tcPr>
          <w:p w14:paraId="5F8E869B" w14:textId="5D26779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5.9</w:t>
            </w:r>
          </w:p>
        </w:tc>
        <w:tc>
          <w:tcPr>
            <w:tcW w:w="645" w:type="pct"/>
          </w:tcPr>
          <w:p w14:paraId="79CECE82" w14:textId="27C65F3B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0.2</w:t>
            </w:r>
          </w:p>
        </w:tc>
      </w:tr>
      <w:tr w:rsidR="00B44DF3" w:rsidRPr="005670E9" w14:paraId="450DCB1E" w14:textId="77777777" w:rsidTr="00472210">
        <w:tc>
          <w:tcPr>
            <w:tcW w:w="1038" w:type="pct"/>
            <w:vMerge/>
          </w:tcPr>
          <w:p w14:paraId="4A3D4ABE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2C6947AC" w14:textId="00401495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5DEF537F" w14:textId="16B64E17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</w:t>
            </w:r>
            <w:r w:rsidRPr="005670E9">
              <w:t>.0</w:t>
            </w:r>
          </w:p>
        </w:tc>
        <w:tc>
          <w:tcPr>
            <w:tcW w:w="741" w:type="pct"/>
          </w:tcPr>
          <w:p w14:paraId="416309F3" w14:textId="6ADE7995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6.0</w:t>
            </w:r>
          </w:p>
        </w:tc>
        <w:tc>
          <w:tcPr>
            <w:tcW w:w="722" w:type="pct"/>
          </w:tcPr>
          <w:p w14:paraId="0F818ED0" w14:textId="73EB2FED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6.0</w:t>
            </w:r>
          </w:p>
        </w:tc>
        <w:tc>
          <w:tcPr>
            <w:tcW w:w="645" w:type="pct"/>
          </w:tcPr>
          <w:p w14:paraId="78508BBD" w14:textId="209A9F65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0.0</w:t>
            </w:r>
          </w:p>
        </w:tc>
      </w:tr>
      <w:tr w:rsidR="00B44DF3" w:rsidRPr="005670E9" w14:paraId="32E78C9C" w14:textId="77777777" w:rsidTr="00472210">
        <w:tc>
          <w:tcPr>
            <w:tcW w:w="1038" w:type="pct"/>
            <w:vMerge w:val="restart"/>
          </w:tcPr>
          <w:p w14:paraId="3D3628AC" w14:textId="08B0FBB2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Ding 2010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41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61C3221A" w14:textId="08B4846E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16003490" w14:textId="5FCD5DC6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5.6</w:t>
            </w:r>
          </w:p>
        </w:tc>
        <w:tc>
          <w:tcPr>
            <w:tcW w:w="741" w:type="pct"/>
          </w:tcPr>
          <w:p w14:paraId="20ED281E" w14:textId="64935A4E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5.8</w:t>
            </w:r>
          </w:p>
        </w:tc>
        <w:tc>
          <w:tcPr>
            <w:tcW w:w="722" w:type="pct"/>
          </w:tcPr>
          <w:p w14:paraId="4528DC64" w14:textId="03FC5953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5.7</w:t>
            </w:r>
          </w:p>
        </w:tc>
        <w:tc>
          <w:tcPr>
            <w:tcW w:w="645" w:type="pct"/>
          </w:tcPr>
          <w:p w14:paraId="4B9BCBD5" w14:textId="02FB89B7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0.2</w:t>
            </w:r>
          </w:p>
        </w:tc>
      </w:tr>
      <w:tr w:rsidR="00B44DF3" w:rsidRPr="005670E9" w14:paraId="6A37CCC1" w14:textId="77777777" w:rsidTr="00472210">
        <w:tc>
          <w:tcPr>
            <w:tcW w:w="1038" w:type="pct"/>
            <w:vMerge/>
          </w:tcPr>
          <w:p w14:paraId="780A1B87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36CF0899" w14:textId="06DEECAD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3F89A77B" w14:textId="312A6F5C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</w:t>
            </w:r>
            <w:r w:rsidRPr="005670E9">
              <w:t>.0</w:t>
            </w:r>
          </w:p>
        </w:tc>
        <w:tc>
          <w:tcPr>
            <w:tcW w:w="741" w:type="pct"/>
          </w:tcPr>
          <w:p w14:paraId="1EEAE19E" w14:textId="43FEE3F8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6.0</w:t>
            </w:r>
          </w:p>
        </w:tc>
        <w:tc>
          <w:tcPr>
            <w:tcW w:w="722" w:type="pct"/>
          </w:tcPr>
          <w:p w14:paraId="33DE2C43" w14:textId="247C7D98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6.0</w:t>
            </w:r>
          </w:p>
        </w:tc>
        <w:tc>
          <w:tcPr>
            <w:tcW w:w="645" w:type="pct"/>
          </w:tcPr>
          <w:p w14:paraId="6D54D337" w14:textId="56EAFFF1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0.0</w:t>
            </w:r>
          </w:p>
        </w:tc>
      </w:tr>
      <w:tr w:rsidR="00B44DF3" w:rsidRPr="005670E9" w14:paraId="572A56B0" w14:textId="77777777" w:rsidTr="00472210">
        <w:tc>
          <w:tcPr>
            <w:tcW w:w="1038" w:type="pct"/>
            <w:vMerge w:val="restart"/>
          </w:tcPr>
          <w:p w14:paraId="79B6F7FA" w14:textId="77777777" w:rsidR="00B44DF3" w:rsidRPr="005670E9" w:rsidRDefault="00B44DF3" w:rsidP="00472210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Koike 2009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42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7B54394A" w14:textId="77777777" w:rsidR="00B44DF3" w:rsidRPr="005670E9" w:rsidRDefault="00B44DF3" w:rsidP="00472210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6926B54E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4.</w:t>
            </w:r>
            <w:r>
              <w:t>3</w:t>
            </w:r>
          </w:p>
        </w:tc>
        <w:tc>
          <w:tcPr>
            <w:tcW w:w="741" w:type="pct"/>
          </w:tcPr>
          <w:p w14:paraId="0D06610F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3.7</w:t>
            </w:r>
          </w:p>
        </w:tc>
        <w:tc>
          <w:tcPr>
            <w:tcW w:w="722" w:type="pct"/>
          </w:tcPr>
          <w:p w14:paraId="48C62942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4.0</w:t>
            </w:r>
          </w:p>
        </w:tc>
        <w:tc>
          <w:tcPr>
            <w:tcW w:w="645" w:type="pct"/>
          </w:tcPr>
          <w:p w14:paraId="75299447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0.5</w:t>
            </w:r>
          </w:p>
        </w:tc>
      </w:tr>
      <w:tr w:rsidR="00B44DF3" w:rsidRPr="005670E9" w14:paraId="31DD5D17" w14:textId="77777777" w:rsidTr="00472210">
        <w:tc>
          <w:tcPr>
            <w:tcW w:w="1038" w:type="pct"/>
            <w:vMerge/>
          </w:tcPr>
          <w:p w14:paraId="0E4C7130" w14:textId="77777777" w:rsidR="00B44DF3" w:rsidRPr="005670E9" w:rsidRDefault="00B44DF3" w:rsidP="00472210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259EEA59" w14:textId="77777777" w:rsidR="00B44DF3" w:rsidRPr="005670E9" w:rsidRDefault="00B44DF3" w:rsidP="00472210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5C911CBD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</w:t>
            </w:r>
            <w:r w:rsidRPr="005670E9">
              <w:t>.0</w:t>
            </w:r>
          </w:p>
        </w:tc>
        <w:tc>
          <w:tcPr>
            <w:tcW w:w="741" w:type="pct"/>
          </w:tcPr>
          <w:p w14:paraId="460878A5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4.0</w:t>
            </w:r>
          </w:p>
        </w:tc>
        <w:tc>
          <w:tcPr>
            <w:tcW w:w="722" w:type="pct"/>
          </w:tcPr>
          <w:p w14:paraId="4E0920B1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3.5</w:t>
            </w:r>
          </w:p>
        </w:tc>
        <w:tc>
          <w:tcPr>
            <w:tcW w:w="645" w:type="pct"/>
          </w:tcPr>
          <w:p w14:paraId="4F37FC78" w14:textId="77777777" w:rsidR="00B44DF3" w:rsidRPr="005670E9" w:rsidRDefault="00B44DF3" w:rsidP="00472210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0.7</w:t>
            </w:r>
          </w:p>
        </w:tc>
      </w:tr>
      <w:tr w:rsidR="00B44DF3" w:rsidRPr="005670E9" w14:paraId="3F1D3EF9" w14:textId="77777777" w:rsidTr="00472210">
        <w:tc>
          <w:tcPr>
            <w:tcW w:w="1038" w:type="pct"/>
            <w:vMerge w:val="restart"/>
          </w:tcPr>
          <w:p w14:paraId="1448F880" w14:textId="59D1FB21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Luqmani</w:t>
            </w:r>
            <w:r w:rsidRPr="005670E9">
              <w:rPr>
                <w:sz w:val="22"/>
                <w:szCs w:val="22"/>
              </w:rPr>
              <w:t xml:space="preserve"> 20</w:t>
            </w:r>
            <w:r>
              <w:rPr>
                <w:sz w:val="22"/>
                <w:szCs w:val="22"/>
              </w:rPr>
              <w:t>09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43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4E72025E" w14:textId="679C0085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06D1AF03" w14:textId="66CCDEDB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5.2</w:t>
            </w:r>
          </w:p>
        </w:tc>
        <w:tc>
          <w:tcPr>
            <w:tcW w:w="741" w:type="pct"/>
          </w:tcPr>
          <w:p w14:paraId="3533B7EB" w14:textId="5C8E710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5.3</w:t>
            </w:r>
          </w:p>
        </w:tc>
        <w:tc>
          <w:tcPr>
            <w:tcW w:w="722" w:type="pct"/>
          </w:tcPr>
          <w:p w14:paraId="1C238432" w14:textId="5F929126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5.2</w:t>
            </w:r>
          </w:p>
        </w:tc>
        <w:tc>
          <w:tcPr>
            <w:tcW w:w="645" w:type="pct"/>
          </w:tcPr>
          <w:p w14:paraId="19933321" w14:textId="14D751D3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0.1</w:t>
            </w:r>
          </w:p>
        </w:tc>
      </w:tr>
      <w:tr w:rsidR="00B44DF3" w:rsidRPr="005670E9" w14:paraId="3EAD642D" w14:textId="77777777" w:rsidTr="00472210">
        <w:tc>
          <w:tcPr>
            <w:tcW w:w="1038" w:type="pct"/>
            <w:vMerge/>
          </w:tcPr>
          <w:p w14:paraId="6005A2F5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53497C4D" w14:textId="236AB829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45327402" w14:textId="22CA82F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</w:t>
            </w:r>
            <w:r w:rsidRPr="005670E9">
              <w:t>.0</w:t>
            </w:r>
          </w:p>
        </w:tc>
        <w:tc>
          <w:tcPr>
            <w:tcW w:w="741" w:type="pct"/>
          </w:tcPr>
          <w:p w14:paraId="3B9948FE" w14:textId="4E0E9C63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6.0</w:t>
            </w:r>
          </w:p>
        </w:tc>
        <w:tc>
          <w:tcPr>
            <w:tcW w:w="722" w:type="pct"/>
          </w:tcPr>
          <w:p w14:paraId="02921111" w14:textId="21926253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5.5</w:t>
            </w:r>
          </w:p>
        </w:tc>
        <w:tc>
          <w:tcPr>
            <w:tcW w:w="645" w:type="pct"/>
          </w:tcPr>
          <w:p w14:paraId="38A57605" w14:textId="07D2D443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0.7</w:t>
            </w:r>
          </w:p>
        </w:tc>
      </w:tr>
      <w:tr w:rsidR="00B44DF3" w:rsidRPr="005670E9" w14:paraId="7C9B7960" w14:textId="77777777" w:rsidTr="00472210">
        <w:tc>
          <w:tcPr>
            <w:tcW w:w="1038" w:type="pct"/>
            <w:vMerge w:val="restart"/>
          </w:tcPr>
          <w:p w14:paraId="1CE8F255" w14:textId="3C0AF794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Chakravarty</w:t>
            </w:r>
            <w:r w:rsidRPr="005670E9">
              <w:rPr>
                <w:sz w:val="22"/>
                <w:szCs w:val="22"/>
              </w:rPr>
              <w:t xml:space="preserve"> 200</w:t>
            </w:r>
            <w:r>
              <w:rPr>
                <w:sz w:val="22"/>
                <w:szCs w:val="22"/>
              </w:rPr>
              <w:t>8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44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2FA57482" w14:textId="0BC8ACCE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79735998" w14:textId="2C9A0B9E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5.</w:t>
            </w:r>
            <w:r>
              <w:t>7</w:t>
            </w:r>
          </w:p>
        </w:tc>
        <w:tc>
          <w:tcPr>
            <w:tcW w:w="741" w:type="pct"/>
          </w:tcPr>
          <w:p w14:paraId="5941092A" w14:textId="2CBC696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5.3</w:t>
            </w:r>
          </w:p>
        </w:tc>
        <w:tc>
          <w:tcPr>
            <w:tcW w:w="722" w:type="pct"/>
          </w:tcPr>
          <w:p w14:paraId="2F096E4B" w14:textId="5323F59F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5.5</w:t>
            </w:r>
          </w:p>
        </w:tc>
        <w:tc>
          <w:tcPr>
            <w:tcW w:w="645" w:type="pct"/>
          </w:tcPr>
          <w:p w14:paraId="17D90B84" w14:textId="2592BBDD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0.2</w:t>
            </w:r>
          </w:p>
        </w:tc>
      </w:tr>
      <w:tr w:rsidR="00B44DF3" w:rsidRPr="005670E9" w14:paraId="518ADD14" w14:textId="77777777" w:rsidTr="00472210">
        <w:tc>
          <w:tcPr>
            <w:tcW w:w="1038" w:type="pct"/>
            <w:vMerge/>
          </w:tcPr>
          <w:p w14:paraId="738C6171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6B8318C5" w14:textId="093DE4BB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1F5A2CFD" w14:textId="13246880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6</w:t>
            </w:r>
            <w:r w:rsidRPr="005670E9">
              <w:t>.0</w:t>
            </w:r>
          </w:p>
        </w:tc>
        <w:tc>
          <w:tcPr>
            <w:tcW w:w="741" w:type="pct"/>
          </w:tcPr>
          <w:p w14:paraId="617C9D48" w14:textId="76C9B8BC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5.0</w:t>
            </w:r>
          </w:p>
        </w:tc>
        <w:tc>
          <w:tcPr>
            <w:tcW w:w="722" w:type="pct"/>
          </w:tcPr>
          <w:p w14:paraId="04AAB5EA" w14:textId="33C0F40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5.5</w:t>
            </w:r>
          </w:p>
        </w:tc>
        <w:tc>
          <w:tcPr>
            <w:tcW w:w="645" w:type="pct"/>
          </w:tcPr>
          <w:p w14:paraId="241194EC" w14:textId="0C5E10B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0.7</w:t>
            </w:r>
          </w:p>
        </w:tc>
      </w:tr>
      <w:tr w:rsidR="00B44DF3" w:rsidRPr="005670E9" w14:paraId="6FFFBA0E" w14:textId="77777777" w:rsidTr="00472210">
        <w:tc>
          <w:tcPr>
            <w:tcW w:w="1038" w:type="pct"/>
            <w:vMerge w:val="restart"/>
          </w:tcPr>
          <w:p w14:paraId="57501CB5" w14:textId="62C530FA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KNGF 2008</w:t>
            </w:r>
            <w:r w:rsidRPr="005670E9">
              <w:rPr>
                <w:sz w:val="22"/>
                <w:szCs w:val="22"/>
              </w:rPr>
              <w:t xml:space="preserve"> [</w:t>
            </w:r>
            <w:r>
              <w:rPr>
                <w:sz w:val="22"/>
                <w:szCs w:val="22"/>
              </w:rPr>
              <w:t>45</w:t>
            </w:r>
            <w:r w:rsidRPr="005670E9">
              <w:rPr>
                <w:sz w:val="22"/>
                <w:szCs w:val="22"/>
              </w:rPr>
              <w:t>]</w:t>
            </w:r>
          </w:p>
        </w:tc>
        <w:tc>
          <w:tcPr>
            <w:tcW w:w="1112" w:type="pct"/>
          </w:tcPr>
          <w:p w14:paraId="376A40CB" w14:textId="41F4CA53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Appraisal Score</w:t>
            </w:r>
          </w:p>
        </w:tc>
        <w:tc>
          <w:tcPr>
            <w:tcW w:w="742" w:type="pct"/>
          </w:tcPr>
          <w:p w14:paraId="02447AF3" w14:textId="6DCEF275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3.7</w:t>
            </w:r>
          </w:p>
        </w:tc>
        <w:tc>
          <w:tcPr>
            <w:tcW w:w="741" w:type="pct"/>
          </w:tcPr>
          <w:p w14:paraId="182D6F88" w14:textId="3738710F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3.8</w:t>
            </w:r>
          </w:p>
        </w:tc>
        <w:tc>
          <w:tcPr>
            <w:tcW w:w="722" w:type="pct"/>
          </w:tcPr>
          <w:p w14:paraId="221C712D" w14:textId="0B561E59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3.7</w:t>
            </w:r>
          </w:p>
        </w:tc>
        <w:tc>
          <w:tcPr>
            <w:tcW w:w="645" w:type="pct"/>
          </w:tcPr>
          <w:p w14:paraId="382EA1BE" w14:textId="01D70444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0.</w:t>
            </w:r>
            <w:r>
              <w:t>1</w:t>
            </w:r>
          </w:p>
        </w:tc>
      </w:tr>
      <w:tr w:rsidR="00B44DF3" w:rsidRPr="005670E9" w14:paraId="44261FD1" w14:textId="77777777" w:rsidTr="00472210">
        <w:tc>
          <w:tcPr>
            <w:tcW w:w="1038" w:type="pct"/>
            <w:vMerge/>
          </w:tcPr>
          <w:p w14:paraId="4091A897" w14:textId="77777777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</w:p>
        </w:tc>
        <w:tc>
          <w:tcPr>
            <w:tcW w:w="1112" w:type="pct"/>
          </w:tcPr>
          <w:p w14:paraId="2EFD8C49" w14:textId="30CB6691" w:rsidR="00B44DF3" w:rsidRPr="005670E9" w:rsidRDefault="00B44DF3" w:rsidP="00B44DF3">
            <w:pPr>
              <w:spacing w:line="240" w:lineRule="auto"/>
              <w:rPr>
                <w:sz w:val="22"/>
                <w:szCs w:val="22"/>
              </w:rPr>
            </w:pPr>
            <w:r w:rsidRPr="005670E9">
              <w:rPr>
                <w:sz w:val="22"/>
                <w:szCs w:val="22"/>
              </w:rPr>
              <w:t>Overall Assessment</w:t>
            </w:r>
          </w:p>
        </w:tc>
        <w:tc>
          <w:tcPr>
            <w:tcW w:w="742" w:type="pct"/>
          </w:tcPr>
          <w:p w14:paraId="4FFBA7C8" w14:textId="2AB84101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</w:t>
            </w:r>
            <w:r w:rsidRPr="005670E9">
              <w:t>.0</w:t>
            </w:r>
          </w:p>
        </w:tc>
        <w:tc>
          <w:tcPr>
            <w:tcW w:w="741" w:type="pct"/>
          </w:tcPr>
          <w:p w14:paraId="046086A4" w14:textId="79A283B9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4.0</w:t>
            </w:r>
          </w:p>
        </w:tc>
        <w:tc>
          <w:tcPr>
            <w:tcW w:w="722" w:type="pct"/>
          </w:tcPr>
          <w:p w14:paraId="0619F309" w14:textId="6AA45188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>
              <w:t>3.5</w:t>
            </w:r>
          </w:p>
        </w:tc>
        <w:tc>
          <w:tcPr>
            <w:tcW w:w="645" w:type="pct"/>
          </w:tcPr>
          <w:p w14:paraId="2C8D4F40" w14:textId="3CD8BC07" w:rsidR="00B44DF3" w:rsidRPr="005670E9" w:rsidRDefault="00B44DF3" w:rsidP="00B44DF3">
            <w:pPr>
              <w:spacing w:line="240" w:lineRule="auto"/>
              <w:jc w:val="right"/>
              <w:rPr>
                <w:sz w:val="22"/>
                <w:szCs w:val="22"/>
              </w:rPr>
            </w:pPr>
            <w:r w:rsidRPr="005670E9">
              <w:t>0.7</w:t>
            </w:r>
          </w:p>
        </w:tc>
      </w:tr>
    </w:tbl>
    <w:p w14:paraId="16F53621" w14:textId="77777777" w:rsidR="00B44DF3" w:rsidRPr="005670E9" w:rsidRDefault="00B44DF3" w:rsidP="00E37013">
      <w:pPr>
        <w:rPr>
          <w:rFonts w:eastAsia="Arial Unicode MS"/>
        </w:rPr>
      </w:pPr>
    </w:p>
    <w:sectPr w:rsidR="00B44DF3" w:rsidRPr="005670E9" w:rsidSect="002A1FA4"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16cid:commentId w16cid:paraId="205AE2AD" w16cid:durableId="218C304C"/>
  <w16cid:commentId w16cid:paraId="28F526C0" w16cid:durableId="21E88D96"/>
</w16cid:commentsIds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6A3F145" w14:textId="77777777" w:rsidR="00C42FCF" w:rsidRDefault="00C42FCF">
      <w:pPr>
        <w:spacing w:line="240" w:lineRule="auto"/>
      </w:pPr>
      <w:r>
        <w:separator/>
      </w:r>
    </w:p>
  </w:endnote>
  <w:endnote w:type="continuationSeparator" w:id="0">
    <w:p w14:paraId="7BC42B1F" w14:textId="77777777" w:rsidR="00C42FCF" w:rsidRDefault="00C42FCF">
      <w:pPr>
        <w:spacing w:line="240" w:lineRule="auto"/>
      </w:pPr>
      <w:r>
        <w:continuationSeparator/>
      </w:r>
    </w:p>
  </w:endnote>
  <w:endnote w:type="continuationNotice" w:id="1">
    <w:p w14:paraId="2648A9B4" w14:textId="77777777" w:rsidR="00C42FCF" w:rsidRDefault="00C42FCF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5DCA" w14:textId="2A3E841C" w:rsidR="00A704C3" w:rsidRPr="00E214E4" w:rsidRDefault="00A704C3" w:rsidP="003C516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524BBF46" w14:textId="77777777" w:rsidR="00C42FCF" w:rsidRDefault="00C42FCF">
      <w:pPr>
        <w:spacing w:line="240" w:lineRule="auto"/>
      </w:pPr>
      <w:r>
        <w:separator/>
      </w:r>
    </w:p>
  </w:footnote>
  <w:footnote w:type="continuationSeparator" w:id="0">
    <w:p w14:paraId="736DC0F1" w14:textId="77777777" w:rsidR="00C42FCF" w:rsidRDefault="00C42FCF">
      <w:pPr>
        <w:spacing w:line="240" w:lineRule="auto"/>
      </w:pPr>
      <w:r>
        <w:continuationSeparator/>
      </w:r>
    </w:p>
  </w:footnote>
  <w:footnote w:type="continuationNotice" w:id="1">
    <w:p w14:paraId="2F0FBD4B" w14:textId="77777777" w:rsidR="00C42FCF" w:rsidRDefault="00C42FCF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31B"/>
    <w:multiLevelType w:val="hybridMultilevel"/>
    <w:tmpl w:val="426A48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B709A"/>
    <w:multiLevelType w:val="hybridMultilevel"/>
    <w:tmpl w:val="5ACEE7B0"/>
    <w:lvl w:ilvl="0" w:tplc="EE70EA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012BF"/>
    <w:multiLevelType w:val="hybridMultilevel"/>
    <w:tmpl w:val="350ED808"/>
    <w:lvl w:ilvl="0" w:tplc="66E28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96C26"/>
    <w:multiLevelType w:val="hybridMultilevel"/>
    <w:tmpl w:val="0D444E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632E"/>
    <w:multiLevelType w:val="hybridMultilevel"/>
    <w:tmpl w:val="D19A883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857B54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46549"/>
    <w:multiLevelType w:val="hybridMultilevel"/>
    <w:tmpl w:val="D0C0EB4A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4C75C6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6CE9"/>
    <w:multiLevelType w:val="hybridMultilevel"/>
    <w:tmpl w:val="CC8EF2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21DD4"/>
    <w:multiLevelType w:val="hybridMultilevel"/>
    <w:tmpl w:val="EE524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A7970"/>
    <w:multiLevelType w:val="hybridMultilevel"/>
    <w:tmpl w:val="E7240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21725"/>
    <w:multiLevelType w:val="hybridMultilevel"/>
    <w:tmpl w:val="43FED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BB6A26"/>
    <w:multiLevelType w:val="hybridMultilevel"/>
    <w:tmpl w:val="DF30D6D8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921606"/>
    <w:multiLevelType w:val="hybridMultilevel"/>
    <w:tmpl w:val="2A324264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1D3F0B"/>
    <w:multiLevelType w:val="hybridMultilevel"/>
    <w:tmpl w:val="4DA8B6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D062FF"/>
    <w:multiLevelType w:val="hybridMultilevel"/>
    <w:tmpl w:val="FF32DA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0656F"/>
    <w:multiLevelType w:val="hybridMultilevel"/>
    <w:tmpl w:val="42BC8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B4615"/>
    <w:multiLevelType w:val="hybridMultilevel"/>
    <w:tmpl w:val="9D9048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129AF"/>
    <w:multiLevelType w:val="hybridMultilevel"/>
    <w:tmpl w:val="AEB6F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A21B98"/>
    <w:multiLevelType w:val="hybridMultilevel"/>
    <w:tmpl w:val="CB18FEA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DD6B8B"/>
    <w:multiLevelType w:val="hybridMultilevel"/>
    <w:tmpl w:val="E4C4DC5E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DE30CA"/>
    <w:multiLevelType w:val="hybridMultilevel"/>
    <w:tmpl w:val="D624A5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4"/>
  </w:num>
  <w:num w:numId="5">
    <w:abstractNumId w:val="0"/>
  </w:num>
  <w:num w:numId="6">
    <w:abstractNumId w:val="19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17"/>
  </w:num>
  <w:num w:numId="12">
    <w:abstractNumId w:val="18"/>
  </w:num>
  <w:num w:numId="13">
    <w:abstractNumId w:val="1"/>
  </w:num>
  <w:num w:numId="14">
    <w:abstractNumId w:val="20"/>
  </w:num>
  <w:num w:numId="15">
    <w:abstractNumId w:val="13"/>
  </w:num>
  <w:num w:numId="16">
    <w:abstractNumId w:val="12"/>
  </w:num>
  <w:num w:numId="17">
    <w:abstractNumId w:val="16"/>
  </w:num>
  <w:num w:numId="18">
    <w:abstractNumId w:val="21"/>
  </w:num>
  <w:num w:numId="19">
    <w:abstractNumId w:val="14"/>
  </w:num>
  <w:num w:numId="20">
    <w:abstractNumId w:val="9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attachedTemplate r:id="rId1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FE"/>
    <w:rsid w:val="00001FF0"/>
    <w:rsid w:val="0000337C"/>
    <w:rsid w:val="00007799"/>
    <w:rsid w:val="0000793D"/>
    <w:rsid w:val="00007EE9"/>
    <w:rsid w:val="00013172"/>
    <w:rsid w:val="000134E7"/>
    <w:rsid w:val="00013A89"/>
    <w:rsid w:val="00014A60"/>
    <w:rsid w:val="00015D75"/>
    <w:rsid w:val="00020D06"/>
    <w:rsid w:val="00024572"/>
    <w:rsid w:val="00032927"/>
    <w:rsid w:val="00033B7A"/>
    <w:rsid w:val="00034060"/>
    <w:rsid w:val="00036849"/>
    <w:rsid w:val="000368F0"/>
    <w:rsid w:val="00046DBE"/>
    <w:rsid w:val="00064B42"/>
    <w:rsid w:val="00072413"/>
    <w:rsid w:val="00072B3D"/>
    <w:rsid w:val="00073444"/>
    <w:rsid w:val="00075CDF"/>
    <w:rsid w:val="00077EEC"/>
    <w:rsid w:val="00080423"/>
    <w:rsid w:val="00084D22"/>
    <w:rsid w:val="00087561"/>
    <w:rsid w:val="00091F90"/>
    <w:rsid w:val="00094309"/>
    <w:rsid w:val="00097FBC"/>
    <w:rsid w:val="000A026E"/>
    <w:rsid w:val="000B0FDF"/>
    <w:rsid w:val="000B24AD"/>
    <w:rsid w:val="000B686A"/>
    <w:rsid w:val="000C11EF"/>
    <w:rsid w:val="000D02F5"/>
    <w:rsid w:val="000D530E"/>
    <w:rsid w:val="000E0829"/>
    <w:rsid w:val="000E4A17"/>
    <w:rsid w:val="000E5C08"/>
    <w:rsid w:val="000F0AA1"/>
    <w:rsid w:val="000F20DB"/>
    <w:rsid w:val="000F3BF5"/>
    <w:rsid w:val="000F5045"/>
    <w:rsid w:val="000F5310"/>
    <w:rsid w:val="00100175"/>
    <w:rsid w:val="0010037E"/>
    <w:rsid w:val="001004D2"/>
    <w:rsid w:val="001012C2"/>
    <w:rsid w:val="00101D02"/>
    <w:rsid w:val="0010445E"/>
    <w:rsid w:val="00112787"/>
    <w:rsid w:val="001145BF"/>
    <w:rsid w:val="00115CC0"/>
    <w:rsid w:val="001206C7"/>
    <w:rsid w:val="00122A4A"/>
    <w:rsid w:val="00125CAD"/>
    <w:rsid w:val="001316BD"/>
    <w:rsid w:val="00132115"/>
    <w:rsid w:val="00134E77"/>
    <w:rsid w:val="00135DFF"/>
    <w:rsid w:val="00136A43"/>
    <w:rsid w:val="001468AC"/>
    <w:rsid w:val="001473B5"/>
    <w:rsid w:val="001555A3"/>
    <w:rsid w:val="00155688"/>
    <w:rsid w:val="001559B3"/>
    <w:rsid w:val="0016033D"/>
    <w:rsid w:val="00160932"/>
    <w:rsid w:val="0016326B"/>
    <w:rsid w:val="00163470"/>
    <w:rsid w:val="00166039"/>
    <w:rsid w:val="00174D8A"/>
    <w:rsid w:val="001801CB"/>
    <w:rsid w:val="0018551A"/>
    <w:rsid w:val="00194BAE"/>
    <w:rsid w:val="00196A23"/>
    <w:rsid w:val="001A653C"/>
    <w:rsid w:val="001B0937"/>
    <w:rsid w:val="001B2ECA"/>
    <w:rsid w:val="001B4698"/>
    <w:rsid w:val="001B6658"/>
    <w:rsid w:val="001C0481"/>
    <w:rsid w:val="001C058F"/>
    <w:rsid w:val="001D140E"/>
    <w:rsid w:val="001D3847"/>
    <w:rsid w:val="001D5F91"/>
    <w:rsid w:val="001E366C"/>
    <w:rsid w:val="001E7DB2"/>
    <w:rsid w:val="001F12DF"/>
    <w:rsid w:val="001F324A"/>
    <w:rsid w:val="001F445A"/>
    <w:rsid w:val="00204076"/>
    <w:rsid w:val="00207D33"/>
    <w:rsid w:val="00211083"/>
    <w:rsid w:val="0022095A"/>
    <w:rsid w:val="002215AC"/>
    <w:rsid w:val="00222DD9"/>
    <w:rsid w:val="00224E1D"/>
    <w:rsid w:val="00235C6D"/>
    <w:rsid w:val="00235D0D"/>
    <w:rsid w:val="00235FB5"/>
    <w:rsid w:val="00237200"/>
    <w:rsid w:val="00237B2C"/>
    <w:rsid w:val="00237B36"/>
    <w:rsid w:val="00241E28"/>
    <w:rsid w:val="002467CE"/>
    <w:rsid w:val="00247BC2"/>
    <w:rsid w:val="00254DA4"/>
    <w:rsid w:val="002554B1"/>
    <w:rsid w:val="0026397D"/>
    <w:rsid w:val="00263CA6"/>
    <w:rsid w:val="0027586E"/>
    <w:rsid w:val="00282C49"/>
    <w:rsid w:val="002853D2"/>
    <w:rsid w:val="00291C46"/>
    <w:rsid w:val="002A1FA4"/>
    <w:rsid w:val="002A3F74"/>
    <w:rsid w:val="002A6633"/>
    <w:rsid w:val="002A7CB8"/>
    <w:rsid w:val="002B40C1"/>
    <w:rsid w:val="002B532A"/>
    <w:rsid w:val="002B5D3A"/>
    <w:rsid w:val="002C35DB"/>
    <w:rsid w:val="002C3B55"/>
    <w:rsid w:val="002C45EB"/>
    <w:rsid w:val="002C4E93"/>
    <w:rsid w:val="002C75D4"/>
    <w:rsid w:val="002D26A9"/>
    <w:rsid w:val="002D3A1B"/>
    <w:rsid w:val="002D6155"/>
    <w:rsid w:val="002D6FEB"/>
    <w:rsid w:val="002E06E9"/>
    <w:rsid w:val="002E3D23"/>
    <w:rsid w:val="002F227E"/>
    <w:rsid w:val="002F3EFC"/>
    <w:rsid w:val="00301DB6"/>
    <w:rsid w:val="00303642"/>
    <w:rsid w:val="00307013"/>
    <w:rsid w:val="0031793B"/>
    <w:rsid w:val="00317A41"/>
    <w:rsid w:val="003240FB"/>
    <w:rsid w:val="00332581"/>
    <w:rsid w:val="00347949"/>
    <w:rsid w:val="0035379B"/>
    <w:rsid w:val="00357BEB"/>
    <w:rsid w:val="00362FCD"/>
    <w:rsid w:val="00364ABD"/>
    <w:rsid w:val="00372565"/>
    <w:rsid w:val="003837A1"/>
    <w:rsid w:val="0038429E"/>
    <w:rsid w:val="00384DB7"/>
    <w:rsid w:val="00385031"/>
    <w:rsid w:val="003852C5"/>
    <w:rsid w:val="0038640A"/>
    <w:rsid w:val="00386920"/>
    <w:rsid w:val="00387331"/>
    <w:rsid w:val="003A595C"/>
    <w:rsid w:val="003B01C3"/>
    <w:rsid w:val="003B161B"/>
    <w:rsid w:val="003B22A3"/>
    <w:rsid w:val="003B5E7C"/>
    <w:rsid w:val="003B72C0"/>
    <w:rsid w:val="003C0CBB"/>
    <w:rsid w:val="003C516D"/>
    <w:rsid w:val="003D0DD3"/>
    <w:rsid w:val="003D2352"/>
    <w:rsid w:val="003D3715"/>
    <w:rsid w:val="003E0F61"/>
    <w:rsid w:val="003E6228"/>
    <w:rsid w:val="003E6B28"/>
    <w:rsid w:val="003F1592"/>
    <w:rsid w:val="003F3972"/>
    <w:rsid w:val="003F6553"/>
    <w:rsid w:val="004030D0"/>
    <w:rsid w:val="00405E58"/>
    <w:rsid w:val="004060BE"/>
    <w:rsid w:val="00417E68"/>
    <w:rsid w:val="00421495"/>
    <w:rsid w:val="004216D8"/>
    <w:rsid w:val="00424ED4"/>
    <w:rsid w:val="00425211"/>
    <w:rsid w:val="00431483"/>
    <w:rsid w:val="004324BF"/>
    <w:rsid w:val="004359A9"/>
    <w:rsid w:val="00435E81"/>
    <w:rsid w:val="00437437"/>
    <w:rsid w:val="00450BEB"/>
    <w:rsid w:val="00452DF9"/>
    <w:rsid w:val="0046164C"/>
    <w:rsid w:val="00470BCD"/>
    <w:rsid w:val="004724AB"/>
    <w:rsid w:val="004837AE"/>
    <w:rsid w:val="00487C37"/>
    <w:rsid w:val="004912FC"/>
    <w:rsid w:val="004952D6"/>
    <w:rsid w:val="004961E1"/>
    <w:rsid w:val="00496DB7"/>
    <w:rsid w:val="004A16AC"/>
    <w:rsid w:val="004A4664"/>
    <w:rsid w:val="004B052B"/>
    <w:rsid w:val="004B330C"/>
    <w:rsid w:val="004B7C03"/>
    <w:rsid w:val="004D0B9B"/>
    <w:rsid w:val="004D18E3"/>
    <w:rsid w:val="004D301B"/>
    <w:rsid w:val="004D4CC1"/>
    <w:rsid w:val="004D52FA"/>
    <w:rsid w:val="004D6969"/>
    <w:rsid w:val="004D7B19"/>
    <w:rsid w:val="004E057F"/>
    <w:rsid w:val="004E0A2A"/>
    <w:rsid w:val="004E15C3"/>
    <w:rsid w:val="004E1B06"/>
    <w:rsid w:val="004E2697"/>
    <w:rsid w:val="004E3879"/>
    <w:rsid w:val="004E4F1F"/>
    <w:rsid w:val="004E541A"/>
    <w:rsid w:val="004E557B"/>
    <w:rsid w:val="004E62DF"/>
    <w:rsid w:val="004E6E90"/>
    <w:rsid w:val="004F1DA4"/>
    <w:rsid w:val="004F249F"/>
    <w:rsid w:val="004F7DD2"/>
    <w:rsid w:val="00500475"/>
    <w:rsid w:val="0051212A"/>
    <w:rsid w:val="00513ED6"/>
    <w:rsid w:val="005141AF"/>
    <w:rsid w:val="005161F8"/>
    <w:rsid w:val="005173C7"/>
    <w:rsid w:val="0052271E"/>
    <w:rsid w:val="005230CC"/>
    <w:rsid w:val="005332EB"/>
    <w:rsid w:val="00540E2D"/>
    <w:rsid w:val="0054302B"/>
    <w:rsid w:val="00543B5B"/>
    <w:rsid w:val="00550FA8"/>
    <w:rsid w:val="00551A61"/>
    <w:rsid w:val="005525EA"/>
    <w:rsid w:val="00557EE3"/>
    <w:rsid w:val="0056038D"/>
    <w:rsid w:val="00560436"/>
    <w:rsid w:val="00566323"/>
    <w:rsid w:val="005670E9"/>
    <w:rsid w:val="00567D77"/>
    <w:rsid w:val="005702A4"/>
    <w:rsid w:val="00570997"/>
    <w:rsid w:val="005713A8"/>
    <w:rsid w:val="0058078F"/>
    <w:rsid w:val="00581281"/>
    <w:rsid w:val="00584B37"/>
    <w:rsid w:val="00586521"/>
    <w:rsid w:val="005867F3"/>
    <w:rsid w:val="00594BD5"/>
    <w:rsid w:val="005954B2"/>
    <w:rsid w:val="00597A7B"/>
    <w:rsid w:val="005A49E8"/>
    <w:rsid w:val="005B03BD"/>
    <w:rsid w:val="005B3869"/>
    <w:rsid w:val="005B581E"/>
    <w:rsid w:val="005B6E5E"/>
    <w:rsid w:val="005B7DC9"/>
    <w:rsid w:val="005C0043"/>
    <w:rsid w:val="005C0CCD"/>
    <w:rsid w:val="005C31E7"/>
    <w:rsid w:val="005C613D"/>
    <w:rsid w:val="005C7483"/>
    <w:rsid w:val="005D348C"/>
    <w:rsid w:val="005D3BAA"/>
    <w:rsid w:val="005D7E9F"/>
    <w:rsid w:val="005E406B"/>
    <w:rsid w:val="005F2A03"/>
    <w:rsid w:val="00601CD8"/>
    <w:rsid w:val="00602FA2"/>
    <w:rsid w:val="006066A8"/>
    <w:rsid w:val="0061051C"/>
    <w:rsid w:val="006164CF"/>
    <w:rsid w:val="00625A6C"/>
    <w:rsid w:val="00626CDF"/>
    <w:rsid w:val="00634827"/>
    <w:rsid w:val="00634EDF"/>
    <w:rsid w:val="00635D17"/>
    <w:rsid w:val="00636950"/>
    <w:rsid w:val="006422EA"/>
    <w:rsid w:val="0064324A"/>
    <w:rsid w:val="006500E8"/>
    <w:rsid w:val="00651F3D"/>
    <w:rsid w:val="006527C5"/>
    <w:rsid w:val="00653ABA"/>
    <w:rsid w:val="00654C36"/>
    <w:rsid w:val="00666AE5"/>
    <w:rsid w:val="006722FF"/>
    <w:rsid w:val="006729FE"/>
    <w:rsid w:val="00675763"/>
    <w:rsid w:val="0067675D"/>
    <w:rsid w:val="00687AAA"/>
    <w:rsid w:val="00690FA1"/>
    <w:rsid w:val="006924D1"/>
    <w:rsid w:val="006929AA"/>
    <w:rsid w:val="0069617B"/>
    <w:rsid w:val="006A5B61"/>
    <w:rsid w:val="006C1F0C"/>
    <w:rsid w:val="006C5BF4"/>
    <w:rsid w:val="006D02E5"/>
    <w:rsid w:val="006D1AD3"/>
    <w:rsid w:val="006D2619"/>
    <w:rsid w:val="006D5DA1"/>
    <w:rsid w:val="006D5FF0"/>
    <w:rsid w:val="006E0C72"/>
    <w:rsid w:val="006E1138"/>
    <w:rsid w:val="006E412A"/>
    <w:rsid w:val="006E7551"/>
    <w:rsid w:val="006F44AC"/>
    <w:rsid w:val="00701A19"/>
    <w:rsid w:val="00706263"/>
    <w:rsid w:val="00707505"/>
    <w:rsid w:val="00713C6A"/>
    <w:rsid w:val="007173E7"/>
    <w:rsid w:val="00721DEC"/>
    <w:rsid w:val="00726185"/>
    <w:rsid w:val="007321D1"/>
    <w:rsid w:val="00733990"/>
    <w:rsid w:val="00734AE1"/>
    <w:rsid w:val="0074596C"/>
    <w:rsid w:val="00746D51"/>
    <w:rsid w:val="00755D4B"/>
    <w:rsid w:val="00756806"/>
    <w:rsid w:val="00767102"/>
    <w:rsid w:val="007674FA"/>
    <w:rsid w:val="00770C9A"/>
    <w:rsid w:val="00772E1C"/>
    <w:rsid w:val="00772F5D"/>
    <w:rsid w:val="00773CFB"/>
    <w:rsid w:val="00777122"/>
    <w:rsid w:val="00777C53"/>
    <w:rsid w:val="00782754"/>
    <w:rsid w:val="00783B6C"/>
    <w:rsid w:val="00786AF6"/>
    <w:rsid w:val="00791267"/>
    <w:rsid w:val="007942D5"/>
    <w:rsid w:val="00797372"/>
    <w:rsid w:val="007A2D40"/>
    <w:rsid w:val="007A6DD3"/>
    <w:rsid w:val="007B1F57"/>
    <w:rsid w:val="007B2EF0"/>
    <w:rsid w:val="007C1DC6"/>
    <w:rsid w:val="007C37B9"/>
    <w:rsid w:val="007D6524"/>
    <w:rsid w:val="007D6A01"/>
    <w:rsid w:val="007E038A"/>
    <w:rsid w:val="007E0945"/>
    <w:rsid w:val="007E2AFC"/>
    <w:rsid w:val="007E5337"/>
    <w:rsid w:val="007E7896"/>
    <w:rsid w:val="007F07F2"/>
    <w:rsid w:val="007F32EE"/>
    <w:rsid w:val="007F5DBA"/>
    <w:rsid w:val="00804417"/>
    <w:rsid w:val="00814693"/>
    <w:rsid w:val="008250BD"/>
    <w:rsid w:val="00830346"/>
    <w:rsid w:val="00840ADD"/>
    <w:rsid w:val="00854356"/>
    <w:rsid w:val="008551F1"/>
    <w:rsid w:val="00863354"/>
    <w:rsid w:val="00866DA2"/>
    <w:rsid w:val="00870B34"/>
    <w:rsid w:val="00871020"/>
    <w:rsid w:val="00871516"/>
    <w:rsid w:val="00875471"/>
    <w:rsid w:val="00877E77"/>
    <w:rsid w:val="0088239F"/>
    <w:rsid w:val="008833EC"/>
    <w:rsid w:val="008929E4"/>
    <w:rsid w:val="00896462"/>
    <w:rsid w:val="008A2E34"/>
    <w:rsid w:val="008C2486"/>
    <w:rsid w:val="008C4D2F"/>
    <w:rsid w:val="008C578A"/>
    <w:rsid w:val="008C70B2"/>
    <w:rsid w:val="008D0817"/>
    <w:rsid w:val="008D0C65"/>
    <w:rsid w:val="008E1661"/>
    <w:rsid w:val="008E3522"/>
    <w:rsid w:val="008E71B4"/>
    <w:rsid w:val="008F672C"/>
    <w:rsid w:val="008F7D05"/>
    <w:rsid w:val="0090061D"/>
    <w:rsid w:val="00901A05"/>
    <w:rsid w:val="00902EE5"/>
    <w:rsid w:val="00905169"/>
    <w:rsid w:val="00912DDC"/>
    <w:rsid w:val="00913E31"/>
    <w:rsid w:val="00914EB1"/>
    <w:rsid w:val="00923B5F"/>
    <w:rsid w:val="00924923"/>
    <w:rsid w:val="00926130"/>
    <w:rsid w:val="00927458"/>
    <w:rsid w:val="00936A84"/>
    <w:rsid w:val="00937E96"/>
    <w:rsid w:val="00940AF1"/>
    <w:rsid w:val="00942FEC"/>
    <w:rsid w:val="00946CEC"/>
    <w:rsid w:val="00950364"/>
    <w:rsid w:val="00953849"/>
    <w:rsid w:val="00953BF3"/>
    <w:rsid w:val="009549C6"/>
    <w:rsid w:val="00956980"/>
    <w:rsid w:val="00956AE2"/>
    <w:rsid w:val="00964F7A"/>
    <w:rsid w:val="00972070"/>
    <w:rsid w:val="0097494D"/>
    <w:rsid w:val="009777D9"/>
    <w:rsid w:val="009779F0"/>
    <w:rsid w:val="009837A9"/>
    <w:rsid w:val="00987FD2"/>
    <w:rsid w:val="00991A61"/>
    <w:rsid w:val="00993008"/>
    <w:rsid w:val="00993213"/>
    <w:rsid w:val="00994815"/>
    <w:rsid w:val="00995255"/>
    <w:rsid w:val="009A2649"/>
    <w:rsid w:val="009A30AA"/>
    <w:rsid w:val="009A4C5D"/>
    <w:rsid w:val="009A5B4D"/>
    <w:rsid w:val="009B6D75"/>
    <w:rsid w:val="009C1B1D"/>
    <w:rsid w:val="009C2797"/>
    <w:rsid w:val="009C6C47"/>
    <w:rsid w:val="009D0138"/>
    <w:rsid w:val="009D6C0F"/>
    <w:rsid w:val="009D7D2F"/>
    <w:rsid w:val="009E09D8"/>
    <w:rsid w:val="009E1B45"/>
    <w:rsid w:val="00A02015"/>
    <w:rsid w:val="00A03AE2"/>
    <w:rsid w:val="00A0635A"/>
    <w:rsid w:val="00A11079"/>
    <w:rsid w:val="00A15D8E"/>
    <w:rsid w:val="00A24CA5"/>
    <w:rsid w:val="00A33B15"/>
    <w:rsid w:val="00A34DEB"/>
    <w:rsid w:val="00A379BB"/>
    <w:rsid w:val="00A53FD3"/>
    <w:rsid w:val="00A60AC0"/>
    <w:rsid w:val="00A60F58"/>
    <w:rsid w:val="00A668CC"/>
    <w:rsid w:val="00A678CC"/>
    <w:rsid w:val="00A704C3"/>
    <w:rsid w:val="00A72350"/>
    <w:rsid w:val="00A90363"/>
    <w:rsid w:val="00A97C13"/>
    <w:rsid w:val="00AB4A54"/>
    <w:rsid w:val="00AC0049"/>
    <w:rsid w:val="00AC7EA9"/>
    <w:rsid w:val="00AD3921"/>
    <w:rsid w:val="00AD6D75"/>
    <w:rsid w:val="00AE40F5"/>
    <w:rsid w:val="00AF191B"/>
    <w:rsid w:val="00AF55CE"/>
    <w:rsid w:val="00B00146"/>
    <w:rsid w:val="00B002A6"/>
    <w:rsid w:val="00B01A70"/>
    <w:rsid w:val="00B0320E"/>
    <w:rsid w:val="00B077EF"/>
    <w:rsid w:val="00B116C8"/>
    <w:rsid w:val="00B1170C"/>
    <w:rsid w:val="00B14D2B"/>
    <w:rsid w:val="00B15833"/>
    <w:rsid w:val="00B1770F"/>
    <w:rsid w:val="00B20AA7"/>
    <w:rsid w:val="00B217E8"/>
    <w:rsid w:val="00B21955"/>
    <w:rsid w:val="00B2294D"/>
    <w:rsid w:val="00B22F95"/>
    <w:rsid w:val="00B24B63"/>
    <w:rsid w:val="00B27E26"/>
    <w:rsid w:val="00B3256C"/>
    <w:rsid w:val="00B336B0"/>
    <w:rsid w:val="00B3571E"/>
    <w:rsid w:val="00B37C0B"/>
    <w:rsid w:val="00B41D2D"/>
    <w:rsid w:val="00B42187"/>
    <w:rsid w:val="00B44DF3"/>
    <w:rsid w:val="00B45A1D"/>
    <w:rsid w:val="00B50F5A"/>
    <w:rsid w:val="00B52FFB"/>
    <w:rsid w:val="00B565EF"/>
    <w:rsid w:val="00B60C51"/>
    <w:rsid w:val="00B61346"/>
    <w:rsid w:val="00B70971"/>
    <w:rsid w:val="00B71136"/>
    <w:rsid w:val="00B7478B"/>
    <w:rsid w:val="00B76054"/>
    <w:rsid w:val="00B76766"/>
    <w:rsid w:val="00B76AAE"/>
    <w:rsid w:val="00B76BFA"/>
    <w:rsid w:val="00B77BCA"/>
    <w:rsid w:val="00B8443B"/>
    <w:rsid w:val="00B87660"/>
    <w:rsid w:val="00B91B75"/>
    <w:rsid w:val="00B92B30"/>
    <w:rsid w:val="00B935E7"/>
    <w:rsid w:val="00BA64B5"/>
    <w:rsid w:val="00BA7E1B"/>
    <w:rsid w:val="00BB06EA"/>
    <w:rsid w:val="00BB1C6B"/>
    <w:rsid w:val="00BC2EE0"/>
    <w:rsid w:val="00BC4C28"/>
    <w:rsid w:val="00BD27A9"/>
    <w:rsid w:val="00BD53DB"/>
    <w:rsid w:val="00BD6006"/>
    <w:rsid w:val="00BE2439"/>
    <w:rsid w:val="00BE5F40"/>
    <w:rsid w:val="00BE6151"/>
    <w:rsid w:val="00BF571A"/>
    <w:rsid w:val="00C0050A"/>
    <w:rsid w:val="00C03EA9"/>
    <w:rsid w:val="00C146A0"/>
    <w:rsid w:val="00C15D5B"/>
    <w:rsid w:val="00C204B9"/>
    <w:rsid w:val="00C330FA"/>
    <w:rsid w:val="00C35CBB"/>
    <w:rsid w:val="00C41702"/>
    <w:rsid w:val="00C42B72"/>
    <w:rsid w:val="00C42FCF"/>
    <w:rsid w:val="00C43D60"/>
    <w:rsid w:val="00C43F49"/>
    <w:rsid w:val="00C6155F"/>
    <w:rsid w:val="00C62EF2"/>
    <w:rsid w:val="00C65120"/>
    <w:rsid w:val="00C65995"/>
    <w:rsid w:val="00C714D0"/>
    <w:rsid w:val="00C82237"/>
    <w:rsid w:val="00C84025"/>
    <w:rsid w:val="00C84E8B"/>
    <w:rsid w:val="00C92EC1"/>
    <w:rsid w:val="00C963B2"/>
    <w:rsid w:val="00CA0195"/>
    <w:rsid w:val="00CA2E8A"/>
    <w:rsid w:val="00CB0A0E"/>
    <w:rsid w:val="00CB122C"/>
    <w:rsid w:val="00CB50E9"/>
    <w:rsid w:val="00CB658F"/>
    <w:rsid w:val="00CC1F65"/>
    <w:rsid w:val="00CC2776"/>
    <w:rsid w:val="00CD080D"/>
    <w:rsid w:val="00CD3237"/>
    <w:rsid w:val="00CD4152"/>
    <w:rsid w:val="00CF414A"/>
    <w:rsid w:val="00D02FFC"/>
    <w:rsid w:val="00D03A1B"/>
    <w:rsid w:val="00D153D1"/>
    <w:rsid w:val="00D20714"/>
    <w:rsid w:val="00D22D52"/>
    <w:rsid w:val="00D23818"/>
    <w:rsid w:val="00D31DE1"/>
    <w:rsid w:val="00D32CEB"/>
    <w:rsid w:val="00D444B7"/>
    <w:rsid w:val="00D50C43"/>
    <w:rsid w:val="00D51A19"/>
    <w:rsid w:val="00D57C42"/>
    <w:rsid w:val="00D702C9"/>
    <w:rsid w:val="00D7151D"/>
    <w:rsid w:val="00D7164D"/>
    <w:rsid w:val="00D8104B"/>
    <w:rsid w:val="00D82717"/>
    <w:rsid w:val="00D84ACF"/>
    <w:rsid w:val="00D90E14"/>
    <w:rsid w:val="00D92069"/>
    <w:rsid w:val="00D952E4"/>
    <w:rsid w:val="00D95C66"/>
    <w:rsid w:val="00D96C0E"/>
    <w:rsid w:val="00DA0505"/>
    <w:rsid w:val="00DA35FC"/>
    <w:rsid w:val="00DA3B7F"/>
    <w:rsid w:val="00DA44BB"/>
    <w:rsid w:val="00DA4740"/>
    <w:rsid w:val="00DA5EA7"/>
    <w:rsid w:val="00DB240B"/>
    <w:rsid w:val="00DB2A03"/>
    <w:rsid w:val="00DB60C2"/>
    <w:rsid w:val="00DB6C35"/>
    <w:rsid w:val="00DC2352"/>
    <w:rsid w:val="00DC3C14"/>
    <w:rsid w:val="00DC69AE"/>
    <w:rsid w:val="00DC69D3"/>
    <w:rsid w:val="00DD5040"/>
    <w:rsid w:val="00DD6495"/>
    <w:rsid w:val="00DE0CCE"/>
    <w:rsid w:val="00DF6C02"/>
    <w:rsid w:val="00DF749B"/>
    <w:rsid w:val="00E04135"/>
    <w:rsid w:val="00E060C2"/>
    <w:rsid w:val="00E069DE"/>
    <w:rsid w:val="00E06D25"/>
    <w:rsid w:val="00E0748E"/>
    <w:rsid w:val="00E07E1C"/>
    <w:rsid w:val="00E10832"/>
    <w:rsid w:val="00E11747"/>
    <w:rsid w:val="00E20C16"/>
    <w:rsid w:val="00E214E4"/>
    <w:rsid w:val="00E24E37"/>
    <w:rsid w:val="00E25E1F"/>
    <w:rsid w:val="00E27FED"/>
    <w:rsid w:val="00E321D9"/>
    <w:rsid w:val="00E335E9"/>
    <w:rsid w:val="00E34DBC"/>
    <w:rsid w:val="00E37013"/>
    <w:rsid w:val="00E3720E"/>
    <w:rsid w:val="00E3787E"/>
    <w:rsid w:val="00E40B06"/>
    <w:rsid w:val="00E44CEB"/>
    <w:rsid w:val="00E44D67"/>
    <w:rsid w:val="00E52862"/>
    <w:rsid w:val="00E53D67"/>
    <w:rsid w:val="00E57E78"/>
    <w:rsid w:val="00E62701"/>
    <w:rsid w:val="00E71E02"/>
    <w:rsid w:val="00E7367E"/>
    <w:rsid w:val="00E763C5"/>
    <w:rsid w:val="00E81C9A"/>
    <w:rsid w:val="00E82232"/>
    <w:rsid w:val="00E86BA2"/>
    <w:rsid w:val="00E91790"/>
    <w:rsid w:val="00E91BCE"/>
    <w:rsid w:val="00E9235C"/>
    <w:rsid w:val="00E93959"/>
    <w:rsid w:val="00EA5D92"/>
    <w:rsid w:val="00EB3B0F"/>
    <w:rsid w:val="00EB4A66"/>
    <w:rsid w:val="00EC0914"/>
    <w:rsid w:val="00EC3798"/>
    <w:rsid w:val="00EC46CE"/>
    <w:rsid w:val="00EC576B"/>
    <w:rsid w:val="00EC736A"/>
    <w:rsid w:val="00ED0DF9"/>
    <w:rsid w:val="00ED2FC7"/>
    <w:rsid w:val="00ED4125"/>
    <w:rsid w:val="00ED60D5"/>
    <w:rsid w:val="00EE4D67"/>
    <w:rsid w:val="00EF1974"/>
    <w:rsid w:val="00EF3F6B"/>
    <w:rsid w:val="00F006E2"/>
    <w:rsid w:val="00F01186"/>
    <w:rsid w:val="00F023CF"/>
    <w:rsid w:val="00F078A7"/>
    <w:rsid w:val="00F162A3"/>
    <w:rsid w:val="00F20F14"/>
    <w:rsid w:val="00F230CA"/>
    <w:rsid w:val="00F30C7E"/>
    <w:rsid w:val="00F30E53"/>
    <w:rsid w:val="00F31A51"/>
    <w:rsid w:val="00F3616C"/>
    <w:rsid w:val="00F3715B"/>
    <w:rsid w:val="00F377E9"/>
    <w:rsid w:val="00F41440"/>
    <w:rsid w:val="00F46002"/>
    <w:rsid w:val="00F56801"/>
    <w:rsid w:val="00F56DDE"/>
    <w:rsid w:val="00F56E40"/>
    <w:rsid w:val="00F632B0"/>
    <w:rsid w:val="00F64D05"/>
    <w:rsid w:val="00F722DD"/>
    <w:rsid w:val="00F73F80"/>
    <w:rsid w:val="00F74D5F"/>
    <w:rsid w:val="00F751B1"/>
    <w:rsid w:val="00F7654A"/>
    <w:rsid w:val="00F77B71"/>
    <w:rsid w:val="00F8109E"/>
    <w:rsid w:val="00F84803"/>
    <w:rsid w:val="00F8741B"/>
    <w:rsid w:val="00F87B2A"/>
    <w:rsid w:val="00F91871"/>
    <w:rsid w:val="00F94910"/>
    <w:rsid w:val="00FA43CF"/>
    <w:rsid w:val="00FA4835"/>
    <w:rsid w:val="00FB40FF"/>
    <w:rsid w:val="00FB4C8C"/>
    <w:rsid w:val="00FB6BE7"/>
    <w:rsid w:val="00FB78D3"/>
    <w:rsid w:val="00FB7AFB"/>
    <w:rsid w:val="00FC7342"/>
    <w:rsid w:val="00FD2CD2"/>
    <w:rsid w:val="00FE4D9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54D7DA"/>
  <w15:docId w15:val="{F552F6E3-5563-47EE-93ED-754429E92AF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uto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Arial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spacing w:line="240" w:lineRule="auto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entity1">
    <w:name w:val="entity1"/>
    <w:basedOn w:val="DefaultParagraphFont"/>
    <w:rPr>
      <w:rFonts w:ascii="Times New Roman" w:hAnsi="Times New Roman" w:cs="Times New Roman" w:hint="default"/>
    </w:rPr>
  </w:style>
  <w:style w:type="paragraph" w:customStyle="1" w:styleId="justify">
    <w:name w:val="justify"/>
    <w:basedOn w:val="Normal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sz w:val="20"/>
      <w:szCs w:val="20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mallhead">
    <w:name w:val="smallhead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A24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CA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CA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C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CA5"/>
    <w:rPr>
      <w:rFonts w:ascii="Tahoma" w:hAnsi="Tahoma" w:cs="Tahoma"/>
      <w:sz w:val="16"/>
      <w:szCs w:val="16"/>
      <w:lang w:val="en-GB" w:eastAsia="en-US"/>
    </w:rPr>
  </w:style>
  <w:style w:type="character" w:customStyle="1" w:styleId="paragraph">
    <w:name w:val="paragraph"/>
    <w:basedOn w:val="DefaultParagraphFont"/>
    <w:rsid w:val="00155688"/>
  </w:style>
  <w:style w:type="paragraph" w:styleId="NoSpacing">
    <w:name w:val="No Spacing"/>
    <w:uiPriority w:val="1"/>
    <w:qFormat/>
    <w:rsid w:val="00155688"/>
    <w:rPr>
      <w:rFonts w:eastAsiaTheme="minorHAnsi"/>
      <w:color w:val="1F497D" w:themeColor="text2"/>
      <w:sz w:val="24"/>
      <w:szCs w:val="22"/>
      <w:lang w:eastAsia="en-US"/>
    </w:rPr>
  </w:style>
  <w:style w:type="character" w:customStyle="1" w:styleId="querytxt">
    <w:name w:val="querytxt"/>
    <w:basedOn w:val="DefaultParagraphFont"/>
    <w:rsid w:val="003B01C3"/>
  </w:style>
  <w:style w:type="character" w:customStyle="1" w:styleId="querysrchtermbrace">
    <w:name w:val="querysrchtermbrace"/>
    <w:basedOn w:val="DefaultParagraphFont"/>
    <w:rsid w:val="003B01C3"/>
  </w:style>
  <w:style w:type="character" w:customStyle="1" w:styleId="queryoperator">
    <w:name w:val="queryoperator"/>
    <w:basedOn w:val="DefaultParagraphFont"/>
    <w:rsid w:val="003B01C3"/>
  </w:style>
  <w:style w:type="character" w:customStyle="1" w:styleId="querysrchterm">
    <w:name w:val="querysrchterm"/>
    <w:basedOn w:val="DefaultParagraphFont"/>
    <w:rsid w:val="003B01C3"/>
  </w:style>
  <w:style w:type="paragraph" w:styleId="ListParagraph">
    <w:name w:val="List Paragraph"/>
    <w:basedOn w:val="Normal"/>
    <w:uiPriority w:val="34"/>
    <w:qFormat/>
    <w:rsid w:val="002C75D4"/>
    <w:pPr>
      <w:spacing w:line="240" w:lineRule="auto"/>
      <w:ind w:left="720"/>
      <w:contextualSpacing/>
    </w:pPr>
    <w:rPr>
      <w:rFonts w:eastAsiaTheme="minorHAnsi"/>
      <w:szCs w:val="22"/>
      <w:lang w:val="en-CA"/>
    </w:rPr>
  </w:style>
  <w:style w:type="table" w:styleId="TableGrid">
    <w:name w:val="Table Grid"/>
    <w:basedOn w:val="TableNormal"/>
    <w:uiPriority w:val="59"/>
    <w:rsid w:val="006D0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AF191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F191B"/>
    <w:rPr>
      <w:i/>
      <w:iCs/>
    </w:rPr>
  </w:style>
  <w:style w:type="paragraph" w:styleId="Revision">
    <w:name w:val="Revision"/>
    <w:hidden/>
    <w:uiPriority w:val="99"/>
    <w:semiHidden/>
    <w:rsid w:val="000B24AD"/>
    <w:rPr>
      <w:sz w:val="24"/>
      <w:szCs w:val="24"/>
      <w:lang w:val="en-GB" w:eastAsia="en-US"/>
    </w:rPr>
  </w:style>
  <w:style w:type="paragraph" w:customStyle="1" w:styleId="xmsonormal">
    <w:name w:val="x_msonormal"/>
    <w:basedOn w:val="Normal"/>
    <w:rsid w:val="002A6633"/>
    <w:pPr>
      <w:spacing w:before="100" w:beforeAutospacing="1" w:after="100" w:afterAutospacing="1" w:line="240" w:lineRule="auto"/>
    </w:pPr>
    <w:rPr>
      <w:lang w:val="en-CA" w:eastAsia="en-CA"/>
    </w:rPr>
  </w:style>
  <w:style w:type="character" w:customStyle="1" w:styleId="apple-converted-space">
    <w:name w:val="apple-converted-space"/>
    <w:basedOn w:val="DefaultParagraphFont"/>
    <w:rsid w:val="00496DB7"/>
  </w:style>
  <w:style w:type="paragraph" w:customStyle="1" w:styleId="NoSpacing1">
    <w:name w:val="No Spacing1"/>
    <w:uiPriority w:val="1"/>
    <w:qFormat/>
    <w:rsid w:val="008E71B4"/>
    <w:rPr>
      <w:rFonts w:ascii="Cambria" w:eastAsia="Cambria" w:hAnsi="Cambria"/>
      <w:sz w:val="22"/>
      <w:szCs w:val="22"/>
      <w:lang w:val="en-US" w:eastAsia="en-US"/>
    </w:rPr>
  </w:style>
  <w:style w:type="table" w:styleId="LightShading">
    <w:name w:val="Light Shading"/>
    <w:basedOn w:val="TableNormal"/>
    <w:uiPriority w:val="60"/>
    <w:rsid w:val="008E71B4"/>
    <w:rPr>
      <w:rFonts w:ascii="Calibri" w:eastAsia="Calibri" w:hAnsi="Calibr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ighlight">
    <w:name w:val="highlight"/>
    <w:basedOn w:val="DefaultParagraphFont"/>
    <w:rsid w:val="00912DDC"/>
  </w:style>
  <w:style w:type="table" w:customStyle="1" w:styleId="TableGrid2">
    <w:name w:val="Table Grid2"/>
    <w:basedOn w:val="TableNormal"/>
    <w:next w:val="TableGrid"/>
    <w:uiPriority w:val="59"/>
    <w:rsid w:val="00115CC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A2E8A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customStyle="1" w:styleId="xmsolistparagraph">
    <w:name w:val="x_msolistparagraph"/>
    <w:basedOn w:val="Normal"/>
    <w:rsid w:val="00372565"/>
    <w:pPr>
      <w:spacing w:before="100" w:beforeAutospacing="1" w:after="10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microsoft.com/office/2016/09/relationships/commentsIds" Target="commentsId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emy\Desktop\BMC153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8B1FFD-0EE1-4202-9AF6-5132B17F6EC8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06F919DD-483B-4D5D-BAEC-C91C966E17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BMC153n.dot</Template>
  <TotalTime>1</TotalTime>
  <Pages>1</Pages>
  <Words>219</Words>
  <Characters>1250</Characters>
  <Application>Microsoft Office Word</Application>
  <DocSecurity>0</DocSecurity>
  <Lines>10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sample article title</vt:lpstr>
    </vt:vector>
  </TitlesOfParts>
  <Company>Life Science Communications Ltd</Company>
  <LinksUpToDate>false</LinksUpToDate>
  <CharactersWithSpaces>1467</CharactersWithSpaces>
  <SharedDoc>false</SharedDoc>
  <HLinks>
    <vt:vector size="18" baseType="variant">
      <vt:variant>
        <vt:i4>5832743</vt:i4>
      </vt:variant>
      <vt:variant>
        <vt:i4>6</vt:i4>
      </vt:variant>
      <vt:variant>
        <vt:i4>0</vt:i4>
      </vt:variant>
      <vt:variant>
        <vt:i4>5</vt:i4>
      </vt:variant>
      <vt:variant>
        <vt:lpwstr>mailto:johnsmith@darwin.co.uk</vt:lpwstr>
      </vt:variant>
      <vt:variant>
        <vt:lpwstr/>
      </vt:variant>
      <vt:variant>
        <vt:i4>7864325</vt:i4>
      </vt:variant>
      <vt:variant>
        <vt:i4>3</vt:i4>
      </vt:variant>
      <vt:variant>
        <vt:i4>0</vt:i4>
      </vt:variant>
      <vt:variant>
        <vt:i4>5</vt:i4>
      </vt:variant>
      <vt:variant>
        <vt:lpwstr>mailto:jane@darwin.co.uk</vt:lpwstr>
      </vt:variant>
      <vt:variant>
        <vt:lpwstr/>
      </vt:variant>
      <vt:variant>
        <vt:i4>3407936</vt:i4>
      </vt:variant>
      <vt:variant>
        <vt:i4>0</vt:i4>
      </vt:variant>
      <vt:variant>
        <vt:i4>0</vt:i4>
      </vt:variant>
      <vt:variant>
        <vt:i4>5</vt:i4>
      </vt:variant>
      <vt:variant>
        <vt:lpwstr>mailto:charles@darwin.co.uk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sample article title</dc:title>
  <dc:creator>Jeremy</dc:creator>
  <cp:lastModifiedBy>Jeremy Ng</cp:lastModifiedBy>
  <cp:revision>3</cp:revision>
  <cp:lastPrinted>2016-06-22T20:30:00Z</cp:lastPrinted>
  <dcterms:created xsi:type="dcterms:W3CDTF">2020-02-08T06:45:00Z</dcterms:created>
  <dcterms:modified xsi:type="dcterms:W3CDTF">2020-02-11T03:09:00Z</dcterms:modified>
</cp:coreProperties>
</file>